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6E0339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27E9A9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DFC8610" w14:textId="640BD889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E57440">
        <w:rPr>
          <w:rFonts w:ascii="Corbel" w:hAnsi="Corbel"/>
          <w:i/>
          <w:smallCaps/>
          <w:sz w:val="24"/>
          <w:szCs w:val="24"/>
        </w:rPr>
        <w:t>202</w:t>
      </w:r>
      <w:r w:rsidR="00993E34">
        <w:rPr>
          <w:rFonts w:ascii="Corbel" w:hAnsi="Corbel"/>
          <w:i/>
          <w:smallCaps/>
          <w:sz w:val="24"/>
          <w:szCs w:val="24"/>
        </w:rPr>
        <w:t>2</w:t>
      </w:r>
      <w:r w:rsidR="00E57440">
        <w:rPr>
          <w:rFonts w:ascii="Corbel" w:hAnsi="Corbel"/>
          <w:i/>
          <w:smallCaps/>
          <w:sz w:val="24"/>
          <w:szCs w:val="24"/>
        </w:rPr>
        <w:t>-202</w:t>
      </w:r>
      <w:r w:rsidR="00993E34">
        <w:rPr>
          <w:rFonts w:ascii="Corbel" w:hAnsi="Corbel"/>
          <w:i/>
          <w:smallCaps/>
          <w:sz w:val="24"/>
          <w:szCs w:val="24"/>
        </w:rPr>
        <w:t>5</w:t>
      </w:r>
    </w:p>
    <w:p w14:paraId="3BB00867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B3F232B" w14:textId="35589AF3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E57440">
        <w:rPr>
          <w:rFonts w:ascii="Corbel" w:hAnsi="Corbel"/>
          <w:sz w:val="20"/>
          <w:szCs w:val="20"/>
        </w:rPr>
        <w:t>202</w:t>
      </w:r>
      <w:r w:rsidR="00993E34">
        <w:rPr>
          <w:rFonts w:ascii="Corbel" w:hAnsi="Corbel"/>
          <w:sz w:val="20"/>
          <w:szCs w:val="20"/>
        </w:rPr>
        <w:t>4</w:t>
      </w:r>
      <w:r w:rsidR="00E57440">
        <w:rPr>
          <w:rFonts w:ascii="Corbel" w:hAnsi="Corbel"/>
          <w:sz w:val="20"/>
          <w:szCs w:val="20"/>
        </w:rPr>
        <w:t>/202</w:t>
      </w:r>
      <w:r w:rsidR="00993E34">
        <w:rPr>
          <w:rFonts w:ascii="Corbel" w:hAnsi="Corbel"/>
          <w:sz w:val="20"/>
          <w:szCs w:val="20"/>
        </w:rPr>
        <w:t>5</w:t>
      </w:r>
    </w:p>
    <w:p w14:paraId="70351AF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058306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5AAEEFF" w14:textId="77777777" w:rsidTr="00B819C8">
        <w:tc>
          <w:tcPr>
            <w:tcW w:w="2694" w:type="dxa"/>
            <w:vAlign w:val="center"/>
          </w:tcPr>
          <w:p w14:paraId="12459B9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36E9DDD" w14:textId="77777777" w:rsidR="0085747A" w:rsidRPr="00A81571" w:rsidRDefault="00F609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1571">
              <w:rPr>
                <w:rFonts w:ascii="Corbel" w:hAnsi="Corbel" w:cs="DejaVuSans"/>
                <w:b w:val="0"/>
                <w:sz w:val="24"/>
                <w:szCs w:val="24"/>
              </w:rPr>
              <w:t>Socjologia edukacji</w:t>
            </w:r>
          </w:p>
        </w:tc>
      </w:tr>
      <w:tr w:rsidR="0085747A" w:rsidRPr="009C54AE" w14:paraId="2AA17028" w14:textId="77777777" w:rsidTr="00B819C8">
        <w:tc>
          <w:tcPr>
            <w:tcW w:w="2694" w:type="dxa"/>
            <w:vAlign w:val="center"/>
          </w:tcPr>
          <w:p w14:paraId="599F599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3CF575" w14:textId="77777777" w:rsidR="0085747A" w:rsidRPr="00A81571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76727EFD" w14:textId="77777777" w:rsidTr="00B819C8">
        <w:tc>
          <w:tcPr>
            <w:tcW w:w="2694" w:type="dxa"/>
            <w:vAlign w:val="center"/>
          </w:tcPr>
          <w:p w14:paraId="0E588287" w14:textId="7B60D073" w:rsidR="0085747A" w:rsidRPr="009C54AE" w:rsidRDefault="00993E34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4944045" w14:textId="7B46A522" w:rsidR="0085747A" w:rsidRPr="00A81571" w:rsidRDefault="00821C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</w:t>
            </w:r>
            <w:r w:rsidR="00993E34">
              <w:rPr>
                <w:rFonts w:ascii="Corbel" w:hAnsi="Corbel"/>
                <w:b w:val="0"/>
                <w:sz w:val="24"/>
                <w:szCs w:val="24"/>
              </w:rPr>
              <w:t>ł</w:t>
            </w:r>
            <w:r>
              <w:rPr>
                <w:rFonts w:ascii="Corbel" w:hAnsi="Corbel"/>
                <w:b w:val="0"/>
                <w:sz w:val="24"/>
                <w:szCs w:val="24"/>
              </w:rPr>
              <w:t>ecznych</w:t>
            </w:r>
          </w:p>
        </w:tc>
      </w:tr>
      <w:tr w:rsidR="0085747A" w:rsidRPr="009C54AE" w14:paraId="582AE003" w14:textId="77777777" w:rsidTr="00B819C8">
        <w:tc>
          <w:tcPr>
            <w:tcW w:w="2694" w:type="dxa"/>
            <w:vAlign w:val="center"/>
          </w:tcPr>
          <w:p w14:paraId="217EADB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3DB1E6C" w14:textId="77777777" w:rsidR="0085747A" w:rsidRPr="00A81571" w:rsidRDefault="00821C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1571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7388C636" w14:textId="77777777" w:rsidTr="00B819C8">
        <w:tc>
          <w:tcPr>
            <w:tcW w:w="2694" w:type="dxa"/>
            <w:vAlign w:val="center"/>
          </w:tcPr>
          <w:p w14:paraId="7FE0B79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AEF25C4" w14:textId="77777777" w:rsidR="0085747A" w:rsidRPr="00A81571" w:rsidRDefault="00D016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1571">
              <w:rPr>
                <w:rFonts w:ascii="Corbel" w:hAnsi="Corbel" w:cs="DejaVuSans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14:paraId="4E213BD1" w14:textId="77777777" w:rsidTr="00B819C8">
        <w:tc>
          <w:tcPr>
            <w:tcW w:w="2694" w:type="dxa"/>
            <w:vAlign w:val="center"/>
          </w:tcPr>
          <w:p w14:paraId="6129091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E4F9558" w14:textId="77777777" w:rsidR="0085747A" w:rsidRPr="00A81571" w:rsidRDefault="00D75C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1571">
              <w:rPr>
                <w:rFonts w:ascii="Corbel" w:hAnsi="Corbel" w:cs="DejaVuSans"/>
                <w:b w:val="0"/>
                <w:sz w:val="24"/>
                <w:szCs w:val="24"/>
              </w:rPr>
              <w:t>I</w:t>
            </w:r>
            <w:r w:rsidR="00D016C2" w:rsidRPr="00A81571">
              <w:rPr>
                <w:rFonts w:ascii="Corbel" w:hAnsi="Corbel" w:cs="DejaVuSans"/>
                <w:b w:val="0"/>
                <w:sz w:val="24"/>
                <w:szCs w:val="24"/>
              </w:rPr>
              <w:t xml:space="preserve"> stopień</w:t>
            </w:r>
          </w:p>
        </w:tc>
      </w:tr>
      <w:tr w:rsidR="0085747A" w:rsidRPr="009C54AE" w14:paraId="0C19BB9B" w14:textId="77777777" w:rsidTr="00B819C8">
        <w:tc>
          <w:tcPr>
            <w:tcW w:w="2694" w:type="dxa"/>
            <w:vAlign w:val="center"/>
          </w:tcPr>
          <w:p w14:paraId="6C009BA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E60A152" w14:textId="77777777" w:rsidR="0085747A" w:rsidRPr="00A81571" w:rsidRDefault="00F609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1571">
              <w:rPr>
                <w:rFonts w:ascii="Corbel" w:hAnsi="Corbel" w:cs="DejaVuSans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1A7559A2" w14:textId="77777777" w:rsidTr="00B819C8">
        <w:tc>
          <w:tcPr>
            <w:tcW w:w="2694" w:type="dxa"/>
            <w:vAlign w:val="center"/>
          </w:tcPr>
          <w:p w14:paraId="523EE3A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1B150CB" w14:textId="2CC70755" w:rsidR="0085747A" w:rsidRPr="00A81571" w:rsidRDefault="00D016C2" w:rsidP="00D75C9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1571">
              <w:rPr>
                <w:rFonts w:ascii="Corbel" w:hAnsi="Corbel" w:cs="DejaVuSans"/>
                <w:b w:val="0"/>
                <w:sz w:val="24"/>
                <w:szCs w:val="24"/>
              </w:rPr>
              <w:t>stacjonarn</w:t>
            </w:r>
            <w:r w:rsidR="00993E34">
              <w:rPr>
                <w:rFonts w:ascii="Corbel" w:hAnsi="Corbel" w:cs="DejaVuSans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4A10027B" w14:textId="77777777" w:rsidTr="00B819C8">
        <w:tc>
          <w:tcPr>
            <w:tcW w:w="2694" w:type="dxa"/>
            <w:vAlign w:val="center"/>
          </w:tcPr>
          <w:p w14:paraId="22FC662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7E8D3BE" w14:textId="77777777" w:rsidR="0085747A" w:rsidRPr="00A81571" w:rsidRDefault="00D016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1571">
              <w:rPr>
                <w:rFonts w:ascii="Corbel" w:hAnsi="Corbel" w:cs="DejaVuSans"/>
                <w:b w:val="0"/>
                <w:sz w:val="24"/>
                <w:szCs w:val="24"/>
              </w:rPr>
              <w:t>I</w:t>
            </w:r>
            <w:r w:rsidR="00F609B6" w:rsidRPr="00A81571">
              <w:rPr>
                <w:rFonts w:ascii="Corbel" w:hAnsi="Corbel" w:cs="DejaVuSans"/>
                <w:b w:val="0"/>
                <w:sz w:val="24"/>
                <w:szCs w:val="24"/>
              </w:rPr>
              <w:t>II</w:t>
            </w:r>
            <w:r w:rsidRPr="00A81571">
              <w:rPr>
                <w:rFonts w:ascii="Corbel" w:hAnsi="Corbel" w:cs="DejaVuSans"/>
                <w:b w:val="0"/>
                <w:sz w:val="24"/>
                <w:szCs w:val="24"/>
              </w:rPr>
              <w:t xml:space="preserve"> rok, semestr </w:t>
            </w:r>
            <w:r w:rsidR="00F609B6" w:rsidRPr="00A81571">
              <w:rPr>
                <w:rFonts w:ascii="Corbel" w:hAnsi="Corbel" w:cs="DejaVuSans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0C20CC3D" w14:textId="77777777" w:rsidTr="00B819C8">
        <w:tc>
          <w:tcPr>
            <w:tcW w:w="2694" w:type="dxa"/>
            <w:vAlign w:val="center"/>
          </w:tcPr>
          <w:p w14:paraId="633BF61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5C75D3" w14:textId="77777777" w:rsidR="0085747A" w:rsidRPr="00A81571" w:rsidRDefault="001B32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DejaVuSans"/>
                <w:b w:val="0"/>
                <w:sz w:val="24"/>
                <w:szCs w:val="24"/>
              </w:rPr>
              <w:t>k</w:t>
            </w:r>
            <w:r w:rsidR="00434515" w:rsidRPr="00A81571">
              <w:rPr>
                <w:rFonts w:ascii="Corbel" w:hAnsi="Corbel" w:cs="DejaVuSans"/>
                <w:b w:val="0"/>
                <w:sz w:val="24"/>
                <w:szCs w:val="24"/>
              </w:rPr>
              <w:t>ierunkowy</w:t>
            </w:r>
          </w:p>
        </w:tc>
      </w:tr>
      <w:tr w:rsidR="00923D7D" w:rsidRPr="009C54AE" w14:paraId="18895098" w14:textId="77777777" w:rsidTr="00B819C8">
        <w:tc>
          <w:tcPr>
            <w:tcW w:w="2694" w:type="dxa"/>
            <w:vAlign w:val="center"/>
          </w:tcPr>
          <w:p w14:paraId="6147F68E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CAA0D8" w14:textId="77777777" w:rsidR="00923D7D" w:rsidRPr="00A81571" w:rsidRDefault="00D016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1571">
              <w:rPr>
                <w:rFonts w:ascii="Corbel" w:hAnsi="Corbel" w:cs="DejaVuSans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7426842" w14:textId="77777777" w:rsidTr="00B819C8">
        <w:tc>
          <w:tcPr>
            <w:tcW w:w="2694" w:type="dxa"/>
            <w:vAlign w:val="center"/>
          </w:tcPr>
          <w:p w14:paraId="66E58DB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799B2B" w14:textId="77777777" w:rsidR="0085747A" w:rsidRPr="00A81571" w:rsidRDefault="00D016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1571">
              <w:rPr>
                <w:rFonts w:ascii="Corbel" w:hAnsi="Corbel"/>
                <w:b w:val="0"/>
                <w:sz w:val="24"/>
                <w:szCs w:val="24"/>
              </w:rPr>
              <w:t>dr Hubert Sommer</w:t>
            </w:r>
          </w:p>
        </w:tc>
      </w:tr>
      <w:tr w:rsidR="0085747A" w:rsidRPr="009C54AE" w14:paraId="78AE880C" w14:textId="77777777" w:rsidTr="00B819C8">
        <w:tc>
          <w:tcPr>
            <w:tcW w:w="2694" w:type="dxa"/>
            <w:vAlign w:val="center"/>
          </w:tcPr>
          <w:p w14:paraId="59A6893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4E9CEC7" w14:textId="77777777" w:rsidR="0085747A" w:rsidRPr="00A81571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5AA639CE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604810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5D5F62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C511A7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70C670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25C4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44B812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5F80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8F5F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1D5C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24E3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F6C8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4052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6C89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B1D4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E27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D09907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89F21" w14:textId="77777777" w:rsidR="00015B8F" w:rsidRPr="009C54AE" w:rsidRDefault="0068080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D81F1" w14:textId="77777777" w:rsidR="00015B8F" w:rsidRPr="009C54AE" w:rsidRDefault="00101E2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EC2EE" w14:textId="77777777" w:rsidR="00015B8F" w:rsidRPr="009C54AE" w:rsidRDefault="00F609B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9102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CC2D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C824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FEB5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5206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8220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E1286" w14:textId="77777777" w:rsidR="00015B8F" w:rsidRPr="009C54AE" w:rsidRDefault="008B7B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14:paraId="74E5CC1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92EA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09B2F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E28F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6BC8F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CAD9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B5192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502D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BB44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0A38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F06D4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ED4008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624F0E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23B31D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3F440CD" w14:textId="77777777" w:rsidR="0085747A" w:rsidRPr="009C54AE" w:rsidRDefault="0097623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sym w:font="Wingdings" w:char="F0FD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C66D2AF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FAD781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CE4CF23" w14:textId="77777777" w:rsidR="00976236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20EB6854" w14:textId="77777777" w:rsidR="00E22FBC" w:rsidRPr="009C54AE" w:rsidRDefault="00976236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         </w:t>
      </w:r>
      <w:r w:rsidR="00BF1F9B">
        <w:rPr>
          <w:rFonts w:ascii="Corbel" w:hAnsi="Corbel"/>
          <w:b w:val="0"/>
          <w:smallCaps w:val="0"/>
          <w:szCs w:val="24"/>
        </w:rPr>
        <w:t>Zaliczenie z oceną</w:t>
      </w:r>
    </w:p>
    <w:p w14:paraId="020E26AD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EE6B40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955D2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EA8DB35" w14:textId="77777777" w:rsidTr="00745302">
        <w:tc>
          <w:tcPr>
            <w:tcW w:w="9670" w:type="dxa"/>
          </w:tcPr>
          <w:p w14:paraId="29229488" w14:textId="77777777" w:rsidR="0085747A" w:rsidRPr="009C54AE" w:rsidRDefault="00AE03D8" w:rsidP="00CD00C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>
              <w:rPr>
                <w:rFonts w:ascii="Corbel" w:hAnsi="Corbel"/>
                <w:b/>
                <w:smallCaps/>
                <w:color w:val="000000"/>
                <w:szCs w:val="24"/>
              </w:rPr>
              <w:t>Posiadanie wiedzy podstawowej na temat Funkcjonowania grup społecznych</w:t>
            </w:r>
          </w:p>
        </w:tc>
      </w:tr>
    </w:tbl>
    <w:p w14:paraId="1EEE43C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5AA82EE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96DBE4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22A61A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EF0D05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750BAE49" w14:textId="77777777" w:rsidTr="00923D7D">
        <w:tc>
          <w:tcPr>
            <w:tcW w:w="851" w:type="dxa"/>
            <w:vAlign w:val="center"/>
          </w:tcPr>
          <w:p w14:paraId="17751B1B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29DA691" w14:textId="77777777" w:rsidR="0085747A" w:rsidRPr="00F609B6" w:rsidRDefault="00F609B6" w:rsidP="0043451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609B6">
              <w:rPr>
                <w:rFonts w:ascii="LiberationSerif" w:hAnsi="LiberationSerif" w:cs="LiberationSerif"/>
                <w:b w:val="0"/>
              </w:rPr>
              <w:t>Ukazanie roli i miejsca socjologii edukacji jako subdyscypliny socjologicznej</w:t>
            </w:r>
          </w:p>
        </w:tc>
      </w:tr>
      <w:tr w:rsidR="0085747A" w:rsidRPr="009C54AE" w14:paraId="1C31F4B6" w14:textId="77777777" w:rsidTr="00923D7D">
        <w:tc>
          <w:tcPr>
            <w:tcW w:w="851" w:type="dxa"/>
            <w:vAlign w:val="center"/>
          </w:tcPr>
          <w:p w14:paraId="5C2A2DC4" w14:textId="77777777" w:rsidR="0085747A" w:rsidRPr="009C54AE" w:rsidRDefault="0097623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92AA3B9" w14:textId="77777777" w:rsidR="00F609B6" w:rsidRPr="00F609B6" w:rsidRDefault="00F609B6" w:rsidP="00F609B6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 w:rsidRPr="00F609B6">
              <w:rPr>
                <w:rFonts w:ascii="LiberationSerif" w:hAnsi="LiberationSerif" w:cs="LiberationSerif"/>
              </w:rPr>
              <w:t>Zaprezentowanie genezy i funkcji tej dyscypliny wśród nauk społecznych i</w:t>
            </w:r>
          </w:p>
          <w:p w14:paraId="53D7E325" w14:textId="77777777" w:rsidR="0085747A" w:rsidRPr="00434515" w:rsidRDefault="00F609B6" w:rsidP="00F609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609B6">
              <w:rPr>
                <w:rFonts w:ascii="LiberationSerif" w:hAnsi="LiberationSerif" w:cs="LiberationSerif"/>
                <w:b w:val="0"/>
              </w:rPr>
              <w:t>pedagogicznych</w:t>
            </w:r>
          </w:p>
        </w:tc>
      </w:tr>
      <w:tr w:rsidR="0085747A" w:rsidRPr="009C54AE" w14:paraId="5A107148" w14:textId="77777777" w:rsidTr="00923D7D">
        <w:tc>
          <w:tcPr>
            <w:tcW w:w="851" w:type="dxa"/>
            <w:vAlign w:val="center"/>
          </w:tcPr>
          <w:p w14:paraId="43859DAB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976236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77FE81C2" w14:textId="77777777" w:rsidR="00F609B6" w:rsidRPr="00F609B6" w:rsidRDefault="00F609B6" w:rsidP="00F609B6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 w:rsidRPr="00F609B6">
              <w:rPr>
                <w:rFonts w:ascii="LiberationSerif" w:hAnsi="LiberationSerif" w:cs="LiberationSerif"/>
              </w:rPr>
              <w:t>Wyjaśnienie między innymi kluczowych terminów wchodzących w zakres socjologii</w:t>
            </w:r>
          </w:p>
          <w:p w14:paraId="79C4EB1B" w14:textId="77777777" w:rsidR="00F609B6" w:rsidRPr="00F609B6" w:rsidRDefault="00F609B6" w:rsidP="00F609B6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 w:rsidRPr="00F609B6">
              <w:rPr>
                <w:rFonts w:ascii="LiberationSerif" w:hAnsi="LiberationSerif" w:cs="LiberationSerif"/>
              </w:rPr>
              <w:t>edukacji takich jak: wychowanie (edukacja), wartość, diagnozowanie, aksjologiczne</w:t>
            </w:r>
          </w:p>
          <w:p w14:paraId="127C5FED" w14:textId="77777777" w:rsidR="00F609B6" w:rsidRPr="00F609B6" w:rsidRDefault="00F609B6" w:rsidP="00F609B6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 w:rsidRPr="00F609B6">
              <w:rPr>
                <w:rFonts w:ascii="LiberationSerif" w:hAnsi="LiberationSerif" w:cs="LiberationSerif"/>
              </w:rPr>
              <w:t>podstawy nauk pedagogicznych, osobowość, socjalizacja, internalizacja, anomia</w:t>
            </w:r>
          </w:p>
          <w:p w14:paraId="4878B6FA" w14:textId="77777777" w:rsidR="0085747A" w:rsidRPr="00434515" w:rsidRDefault="00F609B6" w:rsidP="00F609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609B6">
              <w:rPr>
                <w:rFonts w:ascii="LiberationSerif" w:hAnsi="LiberationSerif" w:cs="LiberationSerif"/>
                <w:b w:val="0"/>
              </w:rPr>
              <w:t>społeczna</w:t>
            </w:r>
          </w:p>
        </w:tc>
      </w:tr>
    </w:tbl>
    <w:p w14:paraId="43D6B68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F25AEB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3AD640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34335FA2" w14:textId="77777777" w:rsidTr="0071620A">
        <w:tc>
          <w:tcPr>
            <w:tcW w:w="1701" w:type="dxa"/>
            <w:vAlign w:val="center"/>
          </w:tcPr>
          <w:p w14:paraId="2DE2179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5AFA930" w14:textId="77777777" w:rsidR="00BF1F9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4EFA6C28" w14:textId="77777777" w:rsidR="0085747A" w:rsidRPr="009C54AE" w:rsidRDefault="00BF1F9B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78140C9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B880717" w14:textId="77777777" w:rsidTr="005E6E85">
        <w:tc>
          <w:tcPr>
            <w:tcW w:w="1701" w:type="dxa"/>
          </w:tcPr>
          <w:p w14:paraId="31E8A9F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5CE041C" w14:textId="77777777" w:rsidR="0085747A" w:rsidRPr="00620EBB" w:rsidRDefault="00396BA6" w:rsidP="008D495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</w:rPr>
            </w:pPr>
            <w:r w:rsidRPr="00620EBB">
              <w:rPr>
                <w:rFonts w:ascii="Corbel" w:hAnsi="Corbel" w:cs="Times New Roman"/>
              </w:rPr>
              <w:t>Zd</w:t>
            </w:r>
            <w:r w:rsidR="008B7B65" w:rsidRPr="00620EBB">
              <w:rPr>
                <w:rFonts w:ascii="Corbel" w:hAnsi="Corbel" w:cs="Times New Roman"/>
              </w:rPr>
              <w:t>efiniuje i opi</w:t>
            </w:r>
            <w:r w:rsidRPr="00620EBB">
              <w:rPr>
                <w:rFonts w:ascii="Corbel" w:hAnsi="Corbel" w:cs="Times New Roman"/>
              </w:rPr>
              <w:t>sze</w:t>
            </w:r>
            <w:r w:rsidR="008B7B65" w:rsidRPr="00620EBB">
              <w:rPr>
                <w:rFonts w:ascii="Corbel" w:hAnsi="Corbel" w:cs="Times New Roman"/>
              </w:rPr>
              <w:t xml:space="preserve"> podstawowe pojęcia z zakresu  socjologii edukacji i pedagogiki społecznej: </w:t>
            </w:r>
            <w:r w:rsidR="008B7B65" w:rsidRPr="00620EBB">
              <w:rPr>
                <w:rFonts w:ascii="Corbel" w:hAnsi="Corbel" w:cs="LiberationSerif"/>
              </w:rPr>
              <w:t>edukacja,</w:t>
            </w:r>
            <w:r w:rsidR="008B7B65" w:rsidRPr="00620EBB">
              <w:rPr>
                <w:rFonts w:ascii="Corbel" w:hAnsi="Corbel" w:cs="Times New Roman"/>
              </w:rPr>
              <w:t xml:space="preserve"> </w:t>
            </w:r>
            <w:r w:rsidR="008B7B65" w:rsidRPr="00620EBB">
              <w:rPr>
                <w:rFonts w:ascii="Corbel" w:hAnsi="Corbel" w:cs="LiberationSerif"/>
              </w:rPr>
              <w:t>szkoła, kształcenie,</w:t>
            </w:r>
            <w:r w:rsidR="008B7B65" w:rsidRPr="00620EBB">
              <w:rPr>
                <w:rFonts w:ascii="Corbel" w:hAnsi="Corbel" w:cs="Times New Roman"/>
              </w:rPr>
              <w:t xml:space="preserve"> socjalizacja, wychowanie, kultura, rodzina, grupa społeczna oraz wskaże miejsce tych subdyscyplin  w systemie nauk </w:t>
            </w:r>
            <w:r w:rsidR="00F609B6" w:rsidRPr="00620EBB">
              <w:rPr>
                <w:rFonts w:ascii="Corbel" w:hAnsi="Corbel" w:cs="LiberationSerif"/>
              </w:rPr>
              <w:t>społecznych</w:t>
            </w:r>
          </w:p>
        </w:tc>
        <w:tc>
          <w:tcPr>
            <w:tcW w:w="1873" w:type="dxa"/>
          </w:tcPr>
          <w:p w14:paraId="0B807EAA" w14:textId="77777777" w:rsidR="0085747A" w:rsidRPr="00620EBB" w:rsidRDefault="00F609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20EBB">
              <w:rPr>
                <w:rFonts w:ascii="Corbel" w:hAnsi="Corbel" w:cs="LiberationSerif"/>
                <w:b w:val="0"/>
                <w:sz w:val="22"/>
              </w:rPr>
              <w:t>K_W01</w:t>
            </w:r>
          </w:p>
        </w:tc>
      </w:tr>
      <w:tr w:rsidR="0085747A" w:rsidRPr="009C54AE" w14:paraId="0F2DF778" w14:textId="77777777" w:rsidTr="005E6E85">
        <w:tc>
          <w:tcPr>
            <w:tcW w:w="1701" w:type="dxa"/>
          </w:tcPr>
          <w:p w14:paraId="0C84D43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ECD7002" w14:textId="77777777" w:rsidR="0085747A" w:rsidRPr="00620EBB" w:rsidRDefault="007330F8" w:rsidP="007330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</w:rPr>
            </w:pPr>
            <w:r w:rsidRPr="00620EBB">
              <w:rPr>
                <w:rFonts w:ascii="Corbel" w:hAnsi="Corbel" w:cs="Times New Roman"/>
              </w:rPr>
              <w:t>Om</w:t>
            </w:r>
            <w:r w:rsidR="00396BA6" w:rsidRPr="00620EBB">
              <w:rPr>
                <w:rFonts w:ascii="Corbel" w:hAnsi="Corbel" w:cs="Times New Roman"/>
              </w:rPr>
              <w:t>ówi</w:t>
            </w:r>
            <w:r w:rsidRPr="00620EBB">
              <w:rPr>
                <w:rFonts w:ascii="Corbel" w:hAnsi="Corbel" w:cs="Times New Roman"/>
              </w:rPr>
              <w:t xml:space="preserve"> instytucje życia społecznego i  edukacyjnego oraz zachodzące między nimi relacje istotne z socjologicznego i pedagogicznego punktu widzenia, a ponadto</w:t>
            </w:r>
            <w:r w:rsidRPr="00620EBB">
              <w:rPr>
                <w:rFonts w:ascii="Corbel" w:hAnsi="Corbel" w:cs="LiberationSerif"/>
              </w:rPr>
              <w:t xml:space="preserve"> ma</w:t>
            </w:r>
            <w:r w:rsidR="00F609B6" w:rsidRPr="00620EBB">
              <w:rPr>
                <w:rFonts w:ascii="Corbel" w:hAnsi="Corbel" w:cs="LiberationSerif"/>
              </w:rPr>
              <w:t xml:space="preserve"> uporządkowaną wiedzę socjologiczną dotyczącą</w:t>
            </w:r>
            <w:r w:rsidRPr="00620EBB">
              <w:rPr>
                <w:rFonts w:ascii="Corbel" w:hAnsi="Corbel" w:cs="LiberationSerif"/>
              </w:rPr>
              <w:t xml:space="preserve"> </w:t>
            </w:r>
            <w:r w:rsidR="00F609B6" w:rsidRPr="00620EBB">
              <w:rPr>
                <w:rFonts w:ascii="Corbel" w:hAnsi="Corbel" w:cs="LiberationSerif"/>
              </w:rPr>
              <w:t>podstawowych aspektów wychowania i kształcenia.</w:t>
            </w:r>
          </w:p>
        </w:tc>
        <w:tc>
          <w:tcPr>
            <w:tcW w:w="1873" w:type="dxa"/>
          </w:tcPr>
          <w:p w14:paraId="0A4EE182" w14:textId="77777777" w:rsidR="0085747A" w:rsidRPr="00620EBB" w:rsidRDefault="00D617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20EBB">
              <w:rPr>
                <w:rFonts w:ascii="Corbel" w:hAnsi="Corbel" w:cs="LiberationSerif"/>
                <w:b w:val="0"/>
                <w:sz w:val="22"/>
              </w:rPr>
              <w:t>K_W0</w:t>
            </w:r>
            <w:r w:rsidR="008B7B65" w:rsidRPr="00620EBB">
              <w:rPr>
                <w:rFonts w:ascii="Corbel" w:hAnsi="Corbel" w:cs="LiberationSerif"/>
                <w:b w:val="0"/>
                <w:sz w:val="22"/>
              </w:rPr>
              <w:t>7</w:t>
            </w:r>
          </w:p>
        </w:tc>
      </w:tr>
      <w:tr w:rsidR="0085747A" w:rsidRPr="009C54AE" w14:paraId="3FD0FD53" w14:textId="77777777" w:rsidTr="005E6E85">
        <w:tc>
          <w:tcPr>
            <w:tcW w:w="1701" w:type="dxa"/>
          </w:tcPr>
          <w:p w14:paraId="717B75C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D3465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2861720A" w14:textId="77777777" w:rsidR="0085747A" w:rsidRPr="00620EBB" w:rsidRDefault="007330F8" w:rsidP="007330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</w:rPr>
            </w:pPr>
            <w:r w:rsidRPr="00620EBB">
              <w:rPr>
                <w:rFonts w:ascii="Corbel" w:hAnsi="Corbel" w:cs="Times New Roman"/>
              </w:rPr>
              <w:t>Opis</w:t>
            </w:r>
            <w:r w:rsidR="00396BA6" w:rsidRPr="00620EBB">
              <w:rPr>
                <w:rFonts w:ascii="Corbel" w:hAnsi="Corbel" w:cs="Times New Roman"/>
              </w:rPr>
              <w:t>ze</w:t>
            </w:r>
            <w:r w:rsidRPr="00620EBB">
              <w:rPr>
                <w:rFonts w:ascii="Corbel" w:hAnsi="Corbel" w:cs="Times New Roman"/>
              </w:rPr>
              <w:t xml:space="preserve"> główne środowiska wychowawcze, ich specyfikę i procesy w nich zachodzące, rodzaje więzi społecznych oraz rządzące nimi prawidłowości, a ponadto</w:t>
            </w:r>
            <w:r w:rsidRPr="00620EBB">
              <w:rPr>
                <w:rFonts w:ascii="Corbel" w:hAnsi="Corbel" w:cs="LiberationSerif"/>
              </w:rPr>
              <w:t xml:space="preserve"> potrafi właściwie</w:t>
            </w:r>
            <w:r w:rsidR="00D617AC" w:rsidRPr="00620EBB">
              <w:rPr>
                <w:rFonts w:ascii="Corbel" w:hAnsi="Corbel" w:cs="LiberationSerif"/>
              </w:rPr>
              <w:t xml:space="preserve"> interpretować zjawiska społeczne, w</w:t>
            </w:r>
            <w:r w:rsidRPr="00620EBB">
              <w:rPr>
                <w:rFonts w:ascii="Corbel" w:hAnsi="Corbel" w:cs="LiberationSerif"/>
              </w:rPr>
              <w:t xml:space="preserve"> </w:t>
            </w:r>
            <w:r w:rsidR="00D617AC" w:rsidRPr="00620EBB">
              <w:rPr>
                <w:rFonts w:ascii="Corbel" w:hAnsi="Corbel" w:cs="LiberationSerif"/>
              </w:rPr>
              <w:t>tym sytuacje wychowawcze i edukacyjne.</w:t>
            </w:r>
          </w:p>
        </w:tc>
        <w:tc>
          <w:tcPr>
            <w:tcW w:w="1873" w:type="dxa"/>
          </w:tcPr>
          <w:p w14:paraId="3D60A61A" w14:textId="77777777" w:rsidR="0085747A" w:rsidRPr="00620EBB" w:rsidRDefault="008B7B6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20EBB">
              <w:rPr>
                <w:rFonts w:ascii="Corbel" w:hAnsi="Corbel" w:cs="LiberationSerif"/>
                <w:b w:val="0"/>
                <w:sz w:val="22"/>
              </w:rPr>
              <w:t>K_W</w:t>
            </w:r>
            <w:r w:rsidR="00D617AC" w:rsidRPr="00620EBB">
              <w:rPr>
                <w:rFonts w:ascii="Corbel" w:hAnsi="Corbel" w:cs="LiberationSerif"/>
                <w:b w:val="0"/>
                <w:sz w:val="22"/>
              </w:rPr>
              <w:t>0</w:t>
            </w:r>
            <w:r w:rsidRPr="00620EBB">
              <w:rPr>
                <w:rFonts w:ascii="Corbel" w:hAnsi="Corbel" w:cs="LiberationSerif"/>
                <w:b w:val="0"/>
                <w:sz w:val="22"/>
              </w:rPr>
              <w:t>8</w:t>
            </w:r>
          </w:p>
        </w:tc>
      </w:tr>
      <w:tr w:rsidR="00AD3465" w:rsidRPr="009C54AE" w14:paraId="6CB1C38C" w14:textId="77777777" w:rsidTr="005E6E85">
        <w:tc>
          <w:tcPr>
            <w:tcW w:w="1701" w:type="dxa"/>
          </w:tcPr>
          <w:p w14:paraId="4F9336BD" w14:textId="77777777" w:rsidR="00AD3465" w:rsidRPr="009C54AE" w:rsidRDefault="00AD346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DA7C57A" w14:textId="77777777" w:rsidR="00D617AC" w:rsidRPr="00620EBB" w:rsidRDefault="00396BA6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620EBB">
              <w:rPr>
                <w:rFonts w:ascii="Corbel" w:hAnsi="Corbel" w:cs="Times New Roman"/>
              </w:rPr>
              <w:t>Za</w:t>
            </w:r>
            <w:r w:rsidR="007330F8" w:rsidRPr="00620EBB">
              <w:rPr>
                <w:rFonts w:ascii="Corbel" w:hAnsi="Corbel" w:cs="Times New Roman"/>
              </w:rPr>
              <w:t>nalizuje i oce</w:t>
            </w:r>
            <w:r w:rsidRPr="00620EBB">
              <w:rPr>
                <w:rFonts w:ascii="Corbel" w:hAnsi="Corbel" w:cs="Times New Roman"/>
              </w:rPr>
              <w:t>ni</w:t>
            </w:r>
            <w:r w:rsidR="007330F8" w:rsidRPr="00620EBB">
              <w:rPr>
                <w:rFonts w:ascii="Corbel" w:hAnsi="Corbel" w:cs="Times New Roman"/>
              </w:rPr>
              <w:t xml:space="preserve"> różne zjawiska społeczne, w tym sytuacje wychowawcze, opiekuńcze i dydaktyczne</w:t>
            </w:r>
            <w:r w:rsidR="00D36D1B" w:rsidRPr="00620EBB">
              <w:rPr>
                <w:rFonts w:ascii="Corbel" w:hAnsi="Corbel" w:cs="Times New Roman"/>
              </w:rPr>
              <w:t xml:space="preserve">, a ponadto potrafi </w:t>
            </w:r>
            <w:r w:rsidR="00D36D1B" w:rsidRPr="00620EBB">
              <w:rPr>
                <w:rFonts w:ascii="Corbel" w:hAnsi="Corbel" w:cs="LiberationSerif"/>
              </w:rPr>
              <w:t xml:space="preserve"> dokonać interpretacji</w:t>
            </w:r>
            <w:r w:rsidR="00D617AC" w:rsidRPr="00620EBB">
              <w:rPr>
                <w:rFonts w:ascii="Corbel" w:hAnsi="Corbel" w:cs="LiberationSerif"/>
              </w:rPr>
              <w:t xml:space="preserve"> badań socjologicznych</w:t>
            </w:r>
          </w:p>
          <w:p w14:paraId="084FCAD7" w14:textId="77777777" w:rsidR="00D617AC" w:rsidRPr="00620EBB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620EBB">
              <w:rPr>
                <w:rFonts w:ascii="Corbel" w:hAnsi="Corbel" w:cs="LiberationSerif"/>
              </w:rPr>
              <w:t>dotyczących problemów edukacyjnych we współczesnym</w:t>
            </w:r>
          </w:p>
          <w:p w14:paraId="782554B2" w14:textId="77777777" w:rsidR="00AD3465" w:rsidRPr="00620EBB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</w:rPr>
            </w:pPr>
            <w:r w:rsidRPr="00620EBB">
              <w:rPr>
                <w:rFonts w:ascii="Corbel" w:hAnsi="Corbel" w:cs="LiberationSerif"/>
              </w:rPr>
              <w:t>świecie.</w:t>
            </w:r>
          </w:p>
        </w:tc>
        <w:tc>
          <w:tcPr>
            <w:tcW w:w="1873" w:type="dxa"/>
          </w:tcPr>
          <w:p w14:paraId="4B2F3284" w14:textId="77777777" w:rsidR="00AD3465" w:rsidRPr="00620EBB" w:rsidRDefault="00D617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20EBB">
              <w:rPr>
                <w:rFonts w:ascii="Corbel" w:hAnsi="Corbel" w:cs="LiberationSerif"/>
                <w:b w:val="0"/>
                <w:sz w:val="22"/>
              </w:rPr>
              <w:t>K_U0</w:t>
            </w:r>
            <w:r w:rsidR="008B7B65" w:rsidRPr="00620EBB">
              <w:rPr>
                <w:rFonts w:ascii="Corbel" w:hAnsi="Corbel" w:cs="LiberationSerif"/>
                <w:b w:val="0"/>
                <w:sz w:val="22"/>
              </w:rPr>
              <w:t>1</w:t>
            </w:r>
          </w:p>
        </w:tc>
      </w:tr>
      <w:tr w:rsidR="00185DF9" w:rsidRPr="009C54AE" w14:paraId="7440B1B5" w14:textId="77777777" w:rsidTr="005E6E85">
        <w:tc>
          <w:tcPr>
            <w:tcW w:w="1701" w:type="dxa"/>
          </w:tcPr>
          <w:p w14:paraId="7AA7CAA4" w14:textId="77777777" w:rsidR="00185DF9" w:rsidRPr="00185DF9" w:rsidRDefault="00185DF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5DF9">
              <w:rPr>
                <w:rFonts w:ascii="DejaVuSans" w:hAnsi="DejaVuSans" w:cs="DejaVuSans"/>
                <w:b w:val="0"/>
              </w:rPr>
              <w:t>EK_05</w:t>
            </w:r>
          </w:p>
        </w:tc>
        <w:tc>
          <w:tcPr>
            <w:tcW w:w="6096" w:type="dxa"/>
          </w:tcPr>
          <w:p w14:paraId="1215EE4A" w14:textId="77777777" w:rsidR="00185DF9" w:rsidRPr="00620EBB" w:rsidRDefault="00D36D1B" w:rsidP="00D36D1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</w:rPr>
            </w:pPr>
            <w:r w:rsidRPr="00620EBB">
              <w:rPr>
                <w:rFonts w:ascii="Corbel" w:hAnsi="Corbel" w:cs="Times New Roman"/>
              </w:rPr>
              <w:t>Dokon</w:t>
            </w:r>
            <w:r w:rsidR="00396BA6" w:rsidRPr="00620EBB">
              <w:rPr>
                <w:rFonts w:ascii="Corbel" w:hAnsi="Corbel" w:cs="Times New Roman"/>
              </w:rPr>
              <w:t>a</w:t>
            </w:r>
            <w:r w:rsidRPr="00620EBB">
              <w:rPr>
                <w:rFonts w:ascii="Corbel" w:hAnsi="Corbel" w:cs="Times New Roman"/>
              </w:rPr>
              <w:t xml:space="preserve"> analizy i interpretacji własnych działań, wskazuje obszary wymagające zmian oraz podejmuje działania na rzecz własnego rozwoju i rozwoju innych uczestników procesów pedagogicznych, przy czym p</w:t>
            </w:r>
            <w:r w:rsidR="00D617AC" w:rsidRPr="00620EBB">
              <w:rPr>
                <w:rFonts w:ascii="Corbel" w:hAnsi="Corbel" w:cs="LiberationSerif"/>
              </w:rPr>
              <w:t>osiada</w:t>
            </w:r>
            <w:r w:rsidRPr="00620EBB">
              <w:rPr>
                <w:rFonts w:ascii="Corbel" w:hAnsi="Corbel" w:cs="LiberationSerif"/>
              </w:rPr>
              <w:t xml:space="preserve"> również</w:t>
            </w:r>
            <w:r w:rsidR="00D617AC" w:rsidRPr="00620EBB">
              <w:rPr>
                <w:rFonts w:ascii="Corbel" w:hAnsi="Corbel" w:cs="LiberationSerif"/>
              </w:rPr>
              <w:t xml:space="preserve"> umiejętność ewaluacji i oceny prowadzonej</w:t>
            </w:r>
            <w:r w:rsidRPr="00620EBB">
              <w:rPr>
                <w:rFonts w:ascii="Corbel" w:hAnsi="Corbel" w:cs="LiberationSerif"/>
              </w:rPr>
              <w:t xml:space="preserve"> </w:t>
            </w:r>
            <w:r w:rsidR="00D617AC" w:rsidRPr="00620EBB">
              <w:rPr>
                <w:rFonts w:ascii="Corbel" w:hAnsi="Corbel" w:cs="LiberationSerif"/>
              </w:rPr>
              <w:t>działalności pedagogicznej</w:t>
            </w:r>
          </w:p>
        </w:tc>
        <w:tc>
          <w:tcPr>
            <w:tcW w:w="1873" w:type="dxa"/>
          </w:tcPr>
          <w:p w14:paraId="6E635855" w14:textId="77777777" w:rsidR="00185DF9" w:rsidRPr="00620EBB" w:rsidRDefault="00D617AC" w:rsidP="009C54AE">
            <w:pPr>
              <w:pStyle w:val="Punktygwne"/>
              <w:spacing w:before="0" w:after="0"/>
              <w:rPr>
                <w:rFonts w:ascii="Corbel" w:hAnsi="Corbel" w:cs="DejaVuSans"/>
                <w:b w:val="0"/>
                <w:sz w:val="22"/>
              </w:rPr>
            </w:pPr>
            <w:r w:rsidRPr="00620EBB">
              <w:rPr>
                <w:rFonts w:ascii="Corbel" w:hAnsi="Corbel" w:cs="LiberationSerif"/>
                <w:b w:val="0"/>
                <w:sz w:val="22"/>
              </w:rPr>
              <w:t>K_U0</w:t>
            </w:r>
            <w:r w:rsidR="008B7B65" w:rsidRPr="00620EBB">
              <w:rPr>
                <w:rFonts w:ascii="Corbel" w:hAnsi="Corbel" w:cs="LiberationSerif"/>
                <w:b w:val="0"/>
                <w:sz w:val="22"/>
              </w:rPr>
              <w:t>8</w:t>
            </w:r>
          </w:p>
        </w:tc>
      </w:tr>
      <w:tr w:rsidR="00F609B6" w:rsidRPr="009C54AE" w14:paraId="305FAB7D" w14:textId="77777777" w:rsidTr="005E6E85">
        <w:tc>
          <w:tcPr>
            <w:tcW w:w="1701" w:type="dxa"/>
          </w:tcPr>
          <w:p w14:paraId="70EE5E45" w14:textId="77777777" w:rsidR="00F609B6" w:rsidRPr="00F609B6" w:rsidRDefault="00F609B6" w:rsidP="009C54AE">
            <w:pPr>
              <w:pStyle w:val="Punktygwne"/>
              <w:spacing w:before="0" w:after="0"/>
              <w:rPr>
                <w:rFonts w:ascii="DejaVuSans" w:hAnsi="DejaVuSans" w:cs="DejaVuSans"/>
                <w:b w:val="0"/>
              </w:rPr>
            </w:pPr>
            <w:r w:rsidRPr="00F609B6">
              <w:rPr>
                <w:rFonts w:ascii="DejaVuSans" w:hAnsi="DejaVuSans" w:cs="DejaVuSans"/>
                <w:b w:val="0"/>
                <w:szCs w:val="24"/>
              </w:rPr>
              <w:t>EK_0</w:t>
            </w:r>
            <w:r w:rsidR="008B7B65">
              <w:rPr>
                <w:rFonts w:ascii="DejaVuSans" w:hAnsi="DejaVuSans" w:cs="DejaVuSans"/>
                <w:b w:val="0"/>
                <w:szCs w:val="24"/>
              </w:rPr>
              <w:t>6</w:t>
            </w:r>
          </w:p>
        </w:tc>
        <w:tc>
          <w:tcPr>
            <w:tcW w:w="6096" w:type="dxa"/>
          </w:tcPr>
          <w:p w14:paraId="03A35E1A" w14:textId="77777777" w:rsidR="00D617AC" w:rsidRPr="00620EBB" w:rsidRDefault="00D36D1B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620EBB">
              <w:rPr>
                <w:rFonts w:ascii="Corbel" w:hAnsi="Corbel" w:cs="Times New Roman"/>
              </w:rPr>
              <w:t>Określ</w:t>
            </w:r>
            <w:r w:rsidR="00396BA6" w:rsidRPr="00620EBB">
              <w:rPr>
                <w:rFonts w:ascii="Corbel" w:hAnsi="Corbel" w:cs="Times New Roman"/>
              </w:rPr>
              <w:t>i</w:t>
            </w:r>
            <w:r w:rsidRPr="00620EBB">
              <w:rPr>
                <w:rFonts w:ascii="Corbel" w:hAnsi="Corbel" w:cs="Times New Roman"/>
              </w:rPr>
              <w:t xml:space="preserve"> etyczne problemy związane z prowadzoną działalnością społeczną i pedagogiczną - własną i innych, </w:t>
            </w:r>
            <w:r w:rsidRPr="00620EBB">
              <w:rPr>
                <w:rFonts w:ascii="Corbel" w:hAnsi="Corbel" w:cs="LiberationSerif"/>
              </w:rPr>
              <w:t xml:space="preserve"> dokonując jednocześnie </w:t>
            </w:r>
            <w:r w:rsidR="00D617AC" w:rsidRPr="00620EBB">
              <w:rPr>
                <w:rFonts w:ascii="Corbel" w:hAnsi="Corbel" w:cs="LiberationSerif"/>
              </w:rPr>
              <w:t xml:space="preserve"> oceny poziomu swojej wiedzy i umiejętności</w:t>
            </w:r>
          </w:p>
          <w:p w14:paraId="2D5DC79D" w14:textId="77777777" w:rsidR="00F609B6" w:rsidRPr="00620EBB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</w:rPr>
            </w:pPr>
            <w:r w:rsidRPr="00620EBB">
              <w:rPr>
                <w:rFonts w:ascii="Corbel" w:hAnsi="Corbel" w:cs="LiberationSerif"/>
              </w:rPr>
              <w:t>oraz motywacji do samokształcenia i samorozwoju</w:t>
            </w:r>
          </w:p>
        </w:tc>
        <w:tc>
          <w:tcPr>
            <w:tcW w:w="1873" w:type="dxa"/>
          </w:tcPr>
          <w:p w14:paraId="01BFA669" w14:textId="77777777" w:rsidR="00F609B6" w:rsidRPr="00620EBB" w:rsidRDefault="00D617AC" w:rsidP="009C54AE">
            <w:pPr>
              <w:pStyle w:val="Punktygwne"/>
              <w:spacing w:before="0" w:after="0"/>
              <w:rPr>
                <w:rFonts w:ascii="Corbel" w:hAnsi="Corbel" w:cs="DejaVuSans"/>
                <w:b w:val="0"/>
                <w:sz w:val="22"/>
              </w:rPr>
            </w:pPr>
            <w:r w:rsidRPr="00620EBB">
              <w:rPr>
                <w:rFonts w:ascii="Corbel" w:hAnsi="Corbel" w:cs="LiberationSerif"/>
                <w:b w:val="0"/>
                <w:sz w:val="22"/>
              </w:rPr>
              <w:t>K_K0</w:t>
            </w:r>
            <w:r w:rsidR="008B7B65" w:rsidRPr="00620EBB">
              <w:rPr>
                <w:rFonts w:ascii="Corbel" w:hAnsi="Corbel" w:cs="LiberationSerif"/>
                <w:b w:val="0"/>
                <w:sz w:val="22"/>
              </w:rPr>
              <w:t>4</w:t>
            </w:r>
          </w:p>
        </w:tc>
      </w:tr>
    </w:tbl>
    <w:p w14:paraId="6142ADB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0FCF2D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78BCEE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98E7BA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01D5DAE" w14:textId="77777777" w:rsidTr="00923D7D">
        <w:tc>
          <w:tcPr>
            <w:tcW w:w="9639" w:type="dxa"/>
          </w:tcPr>
          <w:p w14:paraId="3A2A3418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B23A437" w14:textId="77777777" w:rsidTr="00923D7D">
        <w:tc>
          <w:tcPr>
            <w:tcW w:w="9639" w:type="dxa"/>
          </w:tcPr>
          <w:p w14:paraId="019F9157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Wprowadzenie do problemów socjologii edukacji</w:t>
            </w:r>
          </w:p>
          <w:p w14:paraId="619761C4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struktura procesu wychowawczego, jego społeczny charakter oraz jego ujęcie w socjologii i</w:t>
            </w:r>
          </w:p>
          <w:p w14:paraId="078E7608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pedagogice</w:t>
            </w:r>
          </w:p>
          <w:p w14:paraId="7F52D72F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społeczny charakter procesu wychowawczego i edukacyjnego</w:t>
            </w:r>
          </w:p>
          <w:p w14:paraId="281634D0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szerokie i wąskie pojęcie edukacji w socjologii i pedagogice</w:t>
            </w:r>
          </w:p>
          <w:p w14:paraId="76F4EA73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socjologia edukacji a pedagogika społeczna</w:t>
            </w:r>
          </w:p>
          <w:p w14:paraId="2CD32448" w14:textId="77777777" w:rsidR="0085747A" w:rsidRPr="00C93F77" w:rsidRDefault="00D617AC" w:rsidP="00D617A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socjologia edukacji jako subdyscyplina socjologiczna – jej zakres, problematyka i dziedziny.</w:t>
            </w:r>
          </w:p>
        </w:tc>
      </w:tr>
      <w:tr w:rsidR="0085747A" w:rsidRPr="009C54AE" w14:paraId="659F2091" w14:textId="77777777" w:rsidTr="00923D7D">
        <w:tc>
          <w:tcPr>
            <w:tcW w:w="9639" w:type="dxa"/>
          </w:tcPr>
          <w:p w14:paraId="615FA573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Środowisko społeczne jako ważny czynnik środowiska edukacyjnego i</w:t>
            </w:r>
          </w:p>
          <w:p w14:paraId="2D5B13F4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wychowawczego</w:t>
            </w:r>
          </w:p>
          <w:p w14:paraId="1A19560E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struktura środowiska</w:t>
            </w:r>
          </w:p>
          <w:p w14:paraId="59070577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główne płaszczyzny środowiska</w:t>
            </w:r>
          </w:p>
          <w:p w14:paraId="7D6990C6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pojęcie społeczności lokalnej i jej rola i struktura</w:t>
            </w:r>
          </w:p>
          <w:p w14:paraId="55E4075F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społeczność regionalna, jej struktura i funkcje</w:t>
            </w:r>
          </w:p>
          <w:p w14:paraId="27FBA2B4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pojęcie środowiska wychowawczego w socjologii</w:t>
            </w:r>
          </w:p>
          <w:p w14:paraId="7B9D8909" w14:textId="77777777" w:rsidR="0085747A" w:rsidRPr="009C54AE" w:rsidRDefault="0085747A" w:rsidP="005B332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60A7994B" w14:textId="77777777" w:rsidTr="00923D7D">
        <w:tc>
          <w:tcPr>
            <w:tcW w:w="9639" w:type="dxa"/>
          </w:tcPr>
          <w:p w14:paraId="24B15616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Rodzina jako ważny element środowiska wychowawczego i edukacyjnego</w:t>
            </w:r>
          </w:p>
          <w:p w14:paraId="424043B0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pojęcie rodziny i jej struktura</w:t>
            </w:r>
          </w:p>
          <w:p w14:paraId="36718B88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więź społeczna i funkcje rodziny</w:t>
            </w:r>
          </w:p>
          <w:p w14:paraId="3D02BD05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struktura społeczna a funkcja wychowawcza rodziny</w:t>
            </w:r>
          </w:p>
          <w:p w14:paraId="2D1A2FC6" w14:textId="77777777" w:rsidR="0085747A" w:rsidRPr="00C93F77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  <w:r>
              <w:rPr>
                <w:rFonts w:ascii="LiberationSerif" w:hAnsi="LiberationSerif" w:cs="LiberationSerif"/>
              </w:rPr>
              <w:t>- rodzina elementem społecznego systemu wychowania i edukacji</w:t>
            </w:r>
          </w:p>
        </w:tc>
      </w:tr>
    </w:tbl>
    <w:p w14:paraId="18B0AE5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1CD5C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64250DD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4266E3BB" w14:textId="77777777" w:rsidTr="00923D7D">
        <w:tc>
          <w:tcPr>
            <w:tcW w:w="9639" w:type="dxa"/>
          </w:tcPr>
          <w:p w14:paraId="19252E1E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F6499" w:rsidRPr="009C54AE" w14:paraId="75ED741C" w14:textId="77777777" w:rsidTr="00923D7D">
        <w:tc>
          <w:tcPr>
            <w:tcW w:w="9639" w:type="dxa"/>
          </w:tcPr>
          <w:p w14:paraId="003B4492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Szkoła jako ważna instytucja wychowująca i kształtująca człowieka</w:t>
            </w:r>
          </w:p>
          <w:p w14:paraId="7CC23B06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złożoność pojęcia “szkoła”</w:t>
            </w:r>
          </w:p>
          <w:p w14:paraId="425F58E8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szkoła a środowisko</w:t>
            </w:r>
          </w:p>
          <w:p w14:paraId="5EE28A94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struktura organizacyjna szkoły</w:t>
            </w:r>
          </w:p>
          <w:p w14:paraId="33EB48DA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organizacja formalna i nieformalna szkoły</w:t>
            </w:r>
          </w:p>
          <w:p w14:paraId="64569B0D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klasa szkolna jako grupa społeczna w strukturze organizacyjnej szkoły</w:t>
            </w:r>
          </w:p>
          <w:p w14:paraId="698722FA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kierowanie i typy kierownictwa w szkole</w:t>
            </w:r>
          </w:p>
          <w:p w14:paraId="0055C82F" w14:textId="77777777" w:rsidR="006F6499" w:rsidRPr="009A67D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eastAsia="Calibri" w:hAnsi="DejaVuSans" w:cs="DejaVuSans"/>
                <w:sz w:val="24"/>
                <w:szCs w:val="24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nauczyciel jako ważny łącznik szkoły ze środowiskiem</w:t>
            </w:r>
          </w:p>
        </w:tc>
      </w:tr>
      <w:tr w:rsidR="006F6499" w:rsidRPr="009C54AE" w14:paraId="1810A9F9" w14:textId="77777777" w:rsidTr="00923D7D">
        <w:tc>
          <w:tcPr>
            <w:tcW w:w="9639" w:type="dxa"/>
          </w:tcPr>
          <w:p w14:paraId="318C497D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Społeczne funkcje szkolnictwa w Polsce</w:t>
            </w:r>
          </w:p>
          <w:p w14:paraId="6DEC1740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szkolnictwo a upowszechnienie wykształcenia</w:t>
            </w:r>
          </w:p>
          <w:p w14:paraId="1544E019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rozwój ekonomiczny i społeczny a edukacja</w:t>
            </w:r>
          </w:p>
          <w:p w14:paraId="0E55DDA7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społeczne uwarunkowanie procesu edukacji</w:t>
            </w:r>
          </w:p>
          <w:p w14:paraId="0F24F67C" w14:textId="77777777" w:rsidR="006F6499" w:rsidRPr="009A67D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eastAsia="Calibri" w:hAnsi="DejaVuSans" w:cs="DejaVuSans"/>
                <w:sz w:val="24"/>
                <w:szCs w:val="24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nierówny dostęp do wykształcenia</w:t>
            </w:r>
          </w:p>
        </w:tc>
      </w:tr>
      <w:tr w:rsidR="006F6499" w:rsidRPr="009C54AE" w14:paraId="1AC8ACC1" w14:textId="77777777" w:rsidTr="00923D7D">
        <w:tc>
          <w:tcPr>
            <w:tcW w:w="9639" w:type="dxa"/>
          </w:tcPr>
          <w:p w14:paraId="52556E67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Struktura i mechanizmy procesu uspołecznienia</w:t>
            </w:r>
          </w:p>
          <w:p w14:paraId="3279410E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pojęcie uspołecznienia</w:t>
            </w:r>
          </w:p>
          <w:p w14:paraId="70C1958B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uspołecznienie a kształtowanie osobowości społecznej</w:t>
            </w:r>
          </w:p>
          <w:p w14:paraId="4D92DF12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proces wychowania a uspołecznienie</w:t>
            </w:r>
          </w:p>
          <w:p w14:paraId="16848CD5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mechanizmy procesu uspołecznienia</w:t>
            </w:r>
          </w:p>
          <w:p w14:paraId="761B924E" w14:textId="77777777" w:rsidR="006F6499" w:rsidRPr="009A67D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eastAsia="Calibri" w:hAnsi="DejaVuSans" w:cs="DejaVuSans"/>
                <w:sz w:val="24"/>
                <w:szCs w:val="24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przebieg procesu uspołecznienia – fazy asocjacji, problemy periodyzacji, procesy dysocjacji</w:t>
            </w:r>
          </w:p>
        </w:tc>
      </w:tr>
      <w:tr w:rsidR="006F6499" w:rsidRPr="009C54AE" w14:paraId="64C88707" w14:textId="77777777" w:rsidTr="00923D7D">
        <w:tc>
          <w:tcPr>
            <w:tcW w:w="9639" w:type="dxa"/>
          </w:tcPr>
          <w:p w14:paraId="1F9829AE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Selekcyjne funkcje edukacji</w:t>
            </w:r>
          </w:p>
          <w:p w14:paraId="2B83A937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selekcja szkolna a ruchliwość społeczna</w:t>
            </w:r>
          </w:p>
          <w:p w14:paraId="74FF74E0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pojęcie szkolnych procesów selekcyjnych a ich struktura</w:t>
            </w:r>
          </w:p>
          <w:p w14:paraId="0733A3AC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pojęcie i rodzaje ruchliwości społecznej – ruchliwość społeczna pozioma i pionowa,</w:t>
            </w:r>
          </w:p>
          <w:p w14:paraId="631ABF58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ruchliwość międzypokoleniowa</w:t>
            </w:r>
          </w:p>
          <w:p w14:paraId="142B8636" w14:textId="77777777" w:rsidR="006F6499" w:rsidRPr="009A67D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eastAsia="Calibri" w:hAnsi="DejaVuSans" w:cs="DejaVuSans"/>
                <w:sz w:val="24"/>
                <w:szCs w:val="24"/>
              </w:rPr>
            </w:pPr>
            <w:r>
              <w:rPr>
                <w:rFonts w:ascii="LiberationSerif" w:hAnsi="LiberationSerif" w:cs="LiberationSerif"/>
              </w:rPr>
              <w:t>selekcje szkolne w procesie ruchliwości społecznej</w:t>
            </w:r>
          </w:p>
        </w:tc>
      </w:tr>
    </w:tbl>
    <w:p w14:paraId="7BF1075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B3486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0EC9ED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972DCB" w14:textId="77777777" w:rsidR="00620EBB" w:rsidRDefault="001A6F6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Wykład problemowy</w:t>
      </w:r>
      <w:r w:rsidR="00D617AC">
        <w:rPr>
          <w:rFonts w:ascii="Corbel" w:hAnsi="Corbel"/>
          <w:sz w:val="20"/>
          <w:szCs w:val="20"/>
        </w:rPr>
        <w:t>,</w:t>
      </w:r>
    </w:p>
    <w:p w14:paraId="52C4B6B6" w14:textId="77777777" w:rsidR="006F6499" w:rsidRPr="00153C41" w:rsidRDefault="00D617AC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 Ćwiczenia: metoda projektów (projekt badawczy), praca w grupach (dyskusja)</w:t>
      </w:r>
    </w:p>
    <w:p w14:paraId="5FA2488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C4FF7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38865D1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2B7062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272D590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A77CA4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74E97248" w14:textId="77777777" w:rsidTr="007C3991">
        <w:trPr>
          <w:trHeight w:val="744"/>
        </w:trPr>
        <w:tc>
          <w:tcPr>
            <w:tcW w:w="1985" w:type="dxa"/>
            <w:vAlign w:val="center"/>
          </w:tcPr>
          <w:p w14:paraId="0098054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30E1A9A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2F1F622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2067B0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DAA2F6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6CEE8510" w14:textId="77777777" w:rsidTr="00C05F44">
        <w:tc>
          <w:tcPr>
            <w:tcW w:w="1985" w:type="dxa"/>
          </w:tcPr>
          <w:p w14:paraId="3AD23BA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2E46528D" w14:textId="77777777" w:rsidR="0085747A" w:rsidRPr="00D1643D" w:rsidRDefault="00D1643D" w:rsidP="009C54AE">
            <w:pPr>
              <w:pStyle w:val="Punktygwne"/>
              <w:spacing w:before="0" w:after="0"/>
              <w:rPr>
                <w:rFonts w:asciiTheme="minorHAnsi" w:hAnsiTheme="minorHAnsi"/>
                <w:b w:val="0"/>
                <w:strike/>
                <w:szCs w:val="24"/>
              </w:rPr>
            </w:pPr>
            <w:r w:rsidRPr="00D1643D">
              <w:rPr>
                <w:rFonts w:ascii="LiberationSerif" w:hAnsi="LiberationSerif" w:cs="LiberationSerif"/>
                <w:b w:val="0"/>
                <w:sz w:val="18"/>
                <w:szCs w:val="18"/>
              </w:rPr>
              <w:t xml:space="preserve">KOLOKWIUM, </w:t>
            </w:r>
            <w:r w:rsidRPr="00D1643D">
              <w:rPr>
                <w:rFonts w:ascii="DejaVuSans" w:hAnsi="DejaVuSans" w:cs="DejaVuSans"/>
                <w:b w:val="0"/>
              </w:rPr>
              <w:t>P</w:t>
            </w:r>
            <w:r w:rsidRPr="00D1643D">
              <w:rPr>
                <w:rFonts w:ascii="DejaVuSans" w:hAnsi="DejaVuSans" w:cs="DejaVuSans"/>
                <w:b w:val="0"/>
                <w:sz w:val="18"/>
                <w:szCs w:val="18"/>
              </w:rPr>
              <w:t>RACA PROJEKTOWA</w:t>
            </w:r>
          </w:p>
        </w:tc>
        <w:tc>
          <w:tcPr>
            <w:tcW w:w="2126" w:type="dxa"/>
          </w:tcPr>
          <w:p w14:paraId="5AD9B480" w14:textId="77777777" w:rsidR="0085747A" w:rsidRPr="006F6499" w:rsidRDefault="005B33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D1643D">
              <w:rPr>
                <w:rFonts w:ascii="Corbel" w:hAnsi="Corbel"/>
                <w:b w:val="0"/>
                <w:szCs w:val="24"/>
              </w:rPr>
              <w:t>, ćw</w:t>
            </w:r>
          </w:p>
        </w:tc>
      </w:tr>
      <w:tr w:rsidR="0085747A" w:rsidRPr="009C54AE" w14:paraId="6647627E" w14:textId="77777777" w:rsidTr="00C05F44">
        <w:tc>
          <w:tcPr>
            <w:tcW w:w="1985" w:type="dxa"/>
          </w:tcPr>
          <w:p w14:paraId="1573AC9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1B1581B" w14:textId="77777777" w:rsidR="0085747A" w:rsidRPr="005B332A" w:rsidRDefault="00D164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1643D">
              <w:rPr>
                <w:rFonts w:ascii="LiberationSerif" w:hAnsi="LiberationSerif" w:cs="LiberationSerif"/>
                <w:b w:val="0"/>
                <w:sz w:val="18"/>
                <w:szCs w:val="18"/>
              </w:rPr>
              <w:t xml:space="preserve">KOLOKWIUM, </w:t>
            </w:r>
            <w:r w:rsidRPr="00D1643D">
              <w:rPr>
                <w:rFonts w:ascii="DejaVuSans" w:hAnsi="DejaVuSans" w:cs="DejaVuSans"/>
                <w:b w:val="0"/>
              </w:rPr>
              <w:t>P</w:t>
            </w:r>
            <w:r w:rsidRPr="00D1643D">
              <w:rPr>
                <w:rFonts w:ascii="DejaVuSans" w:hAnsi="DejaVuSans" w:cs="DejaVuSans"/>
                <w:b w:val="0"/>
                <w:sz w:val="18"/>
                <w:szCs w:val="18"/>
              </w:rPr>
              <w:t>RACA PROJEKTOWA</w:t>
            </w:r>
          </w:p>
        </w:tc>
        <w:tc>
          <w:tcPr>
            <w:tcW w:w="2126" w:type="dxa"/>
          </w:tcPr>
          <w:p w14:paraId="5B8DB436" w14:textId="77777777" w:rsidR="0085747A" w:rsidRPr="006F6499" w:rsidRDefault="005B33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D1643D">
              <w:rPr>
                <w:rFonts w:ascii="Corbel" w:hAnsi="Corbel"/>
                <w:b w:val="0"/>
                <w:szCs w:val="24"/>
              </w:rPr>
              <w:t>, ćw</w:t>
            </w:r>
          </w:p>
        </w:tc>
      </w:tr>
      <w:tr w:rsidR="001A6F61" w:rsidRPr="009C54AE" w14:paraId="3665886C" w14:textId="77777777" w:rsidTr="00C05F44">
        <w:tc>
          <w:tcPr>
            <w:tcW w:w="1985" w:type="dxa"/>
          </w:tcPr>
          <w:p w14:paraId="5B9A64AC" w14:textId="77777777" w:rsidR="001A6F61" w:rsidRPr="001A6F61" w:rsidRDefault="001A6F6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DejaVuSans" w:hAnsi="DejaVuSans" w:cs="DejaVuSans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D14FFB6" w14:textId="77777777" w:rsidR="001A6F61" w:rsidRPr="005B332A" w:rsidRDefault="00D164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1643D">
              <w:rPr>
                <w:rFonts w:ascii="LiberationSerif" w:hAnsi="LiberationSerif" w:cs="LiberationSerif"/>
                <w:b w:val="0"/>
                <w:sz w:val="18"/>
                <w:szCs w:val="18"/>
              </w:rPr>
              <w:t xml:space="preserve">KOLOKWIUM, </w:t>
            </w:r>
            <w:r w:rsidRPr="00D1643D">
              <w:rPr>
                <w:rFonts w:ascii="DejaVuSans" w:hAnsi="DejaVuSans" w:cs="DejaVuSans"/>
                <w:b w:val="0"/>
              </w:rPr>
              <w:t>P</w:t>
            </w:r>
            <w:r w:rsidRPr="00D1643D">
              <w:rPr>
                <w:rFonts w:ascii="DejaVuSans" w:hAnsi="DejaVuSans" w:cs="DejaVuSans"/>
                <w:b w:val="0"/>
                <w:sz w:val="18"/>
                <w:szCs w:val="18"/>
              </w:rPr>
              <w:t>RACA PROJEKTOWA</w:t>
            </w:r>
          </w:p>
        </w:tc>
        <w:tc>
          <w:tcPr>
            <w:tcW w:w="2126" w:type="dxa"/>
          </w:tcPr>
          <w:p w14:paraId="39A2D22B" w14:textId="77777777" w:rsidR="001A6F61" w:rsidRPr="006F6499" w:rsidRDefault="005B33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D1643D">
              <w:rPr>
                <w:rFonts w:ascii="Corbel" w:hAnsi="Corbel"/>
                <w:b w:val="0"/>
                <w:szCs w:val="24"/>
              </w:rPr>
              <w:t>, ćw</w:t>
            </w:r>
          </w:p>
        </w:tc>
      </w:tr>
      <w:tr w:rsidR="001A6F61" w:rsidRPr="009C54AE" w14:paraId="60D64BB3" w14:textId="77777777" w:rsidTr="00C05F44">
        <w:tc>
          <w:tcPr>
            <w:tcW w:w="1985" w:type="dxa"/>
          </w:tcPr>
          <w:p w14:paraId="702F780A" w14:textId="77777777" w:rsidR="001A6F61" w:rsidRPr="009C54AE" w:rsidRDefault="001A6F6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81D0B8B" w14:textId="77777777" w:rsidR="001A6F61" w:rsidRPr="005B332A" w:rsidRDefault="00D164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1643D">
              <w:rPr>
                <w:rFonts w:ascii="LiberationSerif" w:hAnsi="LiberationSerif" w:cs="LiberationSerif"/>
                <w:b w:val="0"/>
                <w:sz w:val="18"/>
                <w:szCs w:val="18"/>
              </w:rPr>
              <w:t xml:space="preserve">KOLOKWIUM, </w:t>
            </w:r>
            <w:r w:rsidRPr="00D1643D">
              <w:rPr>
                <w:rFonts w:ascii="DejaVuSans" w:hAnsi="DejaVuSans" w:cs="DejaVuSans"/>
                <w:b w:val="0"/>
              </w:rPr>
              <w:t>P</w:t>
            </w:r>
            <w:r w:rsidRPr="00D1643D">
              <w:rPr>
                <w:rFonts w:ascii="DejaVuSans" w:hAnsi="DejaVuSans" w:cs="DejaVuSans"/>
                <w:b w:val="0"/>
                <w:sz w:val="18"/>
                <w:szCs w:val="18"/>
              </w:rPr>
              <w:t>RACA PROJEKTOWA</w:t>
            </w:r>
          </w:p>
        </w:tc>
        <w:tc>
          <w:tcPr>
            <w:tcW w:w="2126" w:type="dxa"/>
          </w:tcPr>
          <w:p w14:paraId="3D50D3B3" w14:textId="77777777" w:rsidR="001A6F61" w:rsidRPr="006F6499" w:rsidRDefault="005B33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D1643D">
              <w:rPr>
                <w:rFonts w:ascii="Corbel" w:hAnsi="Corbel"/>
                <w:b w:val="0"/>
                <w:szCs w:val="24"/>
              </w:rPr>
              <w:t>, ćw</w:t>
            </w:r>
          </w:p>
        </w:tc>
      </w:tr>
      <w:tr w:rsidR="006F6499" w:rsidRPr="009C54AE" w14:paraId="535165B8" w14:textId="77777777" w:rsidTr="00D1643D">
        <w:trPr>
          <w:trHeight w:val="423"/>
        </w:trPr>
        <w:tc>
          <w:tcPr>
            <w:tcW w:w="1985" w:type="dxa"/>
          </w:tcPr>
          <w:p w14:paraId="1822EB6B" w14:textId="77777777" w:rsidR="006F6499" w:rsidRPr="00D1643D" w:rsidRDefault="006F649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1643D">
              <w:rPr>
                <w:rFonts w:ascii="DejaVuSans" w:hAnsi="DejaVuSans" w:cs="DejaVuSans"/>
                <w:b w:val="0"/>
              </w:rPr>
              <w:t>EK_05</w:t>
            </w:r>
          </w:p>
        </w:tc>
        <w:tc>
          <w:tcPr>
            <w:tcW w:w="5528" w:type="dxa"/>
          </w:tcPr>
          <w:p w14:paraId="0EAE3619" w14:textId="77777777" w:rsidR="006F6499" w:rsidRPr="005B332A" w:rsidRDefault="00D164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1643D">
              <w:rPr>
                <w:rFonts w:ascii="LiberationSerif" w:hAnsi="LiberationSerif" w:cs="LiberationSerif"/>
                <w:b w:val="0"/>
                <w:sz w:val="18"/>
                <w:szCs w:val="18"/>
              </w:rPr>
              <w:t xml:space="preserve">KOLOKWIUM, </w:t>
            </w:r>
            <w:r w:rsidRPr="00D1643D">
              <w:rPr>
                <w:rFonts w:ascii="DejaVuSans" w:hAnsi="DejaVuSans" w:cs="DejaVuSans"/>
                <w:b w:val="0"/>
              </w:rPr>
              <w:t>P</w:t>
            </w:r>
            <w:r w:rsidRPr="00D1643D">
              <w:rPr>
                <w:rFonts w:ascii="DejaVuSans" w:hAnsi="DejaVuSans" w:cs="DejaVuSans"/>
                <w:b w:val="0"/>
                <w:sz w:val="18"/>
                <w:szCs w:val="18"/>
              </w:rPr>
              <w:t>RACA PROJEKTOWA</w:t>
            </w:r>
          </w:p>
        </w:tc>
        <w:tc>
          <w:tcPr>
            <w:tcW w:w="2126" w:type="dxa"/>
          </w:tcPr>
          <w:p w14:paraId="4C5E28D6" w14:textId="77777777" w:rsidR="006F6499" w:rsidRPr="006F6499" w:rsidRDefault="005B33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D1643D">
              <w:rPr>
                <w:rFonts w:ascii="Corbel" w:hAnsi="Corbel"/>
                <w:b w:val="0"/>
                <w:szCs w:val="24"/>
              </w:rPr>
              <w:t>,ćw</w:t>
            </w:r>
          </w:p>
        </w:tc>
      </w:tr>
      <w:tr w:rsidR="00D1643D" w:rsidRPr="009C54AE" w14:paraId="5638FB14" w14:textId="77777777" w:rsidTr="00C05F44">
        <w:tc>
          <w:tcPr>
            <w:tcW w:w="1985" w:type="dxa"/>
          </w:tcPr>
          <w:p w14:paraId="74B824B9" w14:textId="77777777" w:rsidR="00D1643D" w:rsidRPr="00D1643D" w:rsidRDefault="00D1643D" w:rsidP="009C54AE">
            <w:pPr>
              <w:pStyle w:val="Punktygwne"/>
              <w:spacing w:before="0" w:after="0"/>
              <w:rPr>
                <w:rFonts w:ascii="DejaVuSans" w:hAnsi="DejaVuSans" w:cs="DejaVuSans"/>
                <w:b w:val="0"/>
              </w:rPr>
            </w:pPr>
            <w:r w:rsidRPr="00D1643D">
              <w:rPr>
                <w:rFonts w:ascii="DejaVuSans" w:hAnsi="DejaVuSans" w:cs="DejaVuSans"/>
                <w:b w:val="0"/>
                <w:szCs w:val="24"/>
              </w:rPr>
              <w:t>E</w:t>
            </w:r>
            <w:r w:rsidRPr="00D1643D">
              <w:rPr>
                <w:rFonts w:ascii="DejaVuSans" w:hAnsi="DejaVuSans" w:cs="DejaVuSans"/>
                <w:b w:val="0"/>
                <w:sz w:val="19"/>
                <w:szCs w:val="19"/>
              </w:rPr>
              <w:t>K</w:t>
            </w:r>
            <w:r w:rsidRPr="00D1643D">
              <w:rPr>
                <w:rFonts w:ascii="DejaVuSans" w:hAnsi="DejaVuSans" w:cs="DejaVuSans"/>
                <w:b w:val="0"/>
                <w:szCs w:val="24"/>
              </w:rPr>
              <w:t>_ 06</w:t>
            </w:r>
          </w:p>
        </w:tc>
        <w:tc>
          <w:tcPr>
            <w:tcW w:w="5528" w:type="dxa"/>
          </w:tcPr>
          <w:p w14:paraId="5765C817" w14:textId="77777777" w:rsidR="00D1643D" w:rsidRPr="00D1643D" w:rsidRDefault="00D1643D" w:rsidP="009C54AE">
            <w:pPr>
              <w:pStyle w:val="Punktygwne"/>
              <w:spacing w:before="0" w:after="0"/>
              <w:rPr>
                <w:rFonts w:ascii="LiberationSerif" w:hAnsi="LiberationSerif" w:cs="LiberationSerif"/>
                <w:b w:val="0"/>
                <w:sz w:val="18"/>
                <w:szCs w:val="18"/>
              </w:rPr>
            </w:pPr>
            <w:r w:rsidRPr="00D1643D">
              <w:rPr>
                <w:rFonts w:ascii="LiberationSerif" w:hAnsi="LiberationSerif" w:cs="LiberationSerif"/>
                <w:b w:val="0"/>
                <w:sz w:val="18"/>
                <w:szCs w:val="18"/>
              </w:rPr>
              <w:t xml:space="preserve">KOLOKWIUM, </w:t>
            </w:r>
            <w:r w:rsidRPr="00D1643D">
              <w:rPr>
                <w:rFonts w:ascii="DejaVuSans" w:hAnsi="DejaVuSans" w:cs="DejaVuSans"/>
                <w:b w:val="0"/>
              </w:rPr>
              <w:t>P</w:t>
            </w:r>
            <w:r w:rsidRPr="00D1643D">
              <w:rPr>
                <w:rFonts w:ascii="DejaVuSans" w:hAnsi="DejaVuSans" w:cs="DejaVuSans"/>
                <w:b w:val="0"/>
                <w:sz w:val="18"/>
                <w:szCs w:val="18"/>
              </w:rPr>
              <w:t>RACA PROJEKTOWA</w:t>
            </w:r>
          </w:p>
        </w:tc>
        <w:tc>
          <w:tcPr>
            <w:tcW w:w="2126" w:type="dxa"/>
          </w:tcPr>
          <w:p w14:paraId="76B9EFFF" w14:textId="77777777" w:rsidR="00D1643D" w:rsidRDefault="00D164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</w:tbl>
    <w:p w14:paraId="6305086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2044F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80280A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9EB55A1" w14:textId="77777777" w:rsidTr="00923D7D">
        <w:tc>
          <w:tcPr>
            <w:tcW w:w="9670" w:type="dxa"/>
          </w:tcPr>
          <w:p w14:paraId="330DBCF1" w14:textId="77777777" w:rsidR="00923D7D" w:rsidRPr="00E364A5" w:rsidRDefault="00174BFB" w:rsidP="001A6F61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  <w:r>
              <w:rPr>
                <w:rFonts w:ascii="DejaVuSans" w:hAnsi="DejaVuSans" w:cs="DejaVuSans"/>
              </w:rPr>
              <w:t>A</w:t>
            </w:r>
            <w:r w:rsidR="007C3991">
              <w:rPr>
                <w:rFonts w:ascii="DejaVuSans" w:hAnsi="DejaVuSans" w:cs="DejaVuSans"/>
              </w:rPr>
              <w:t>ktywne uczestnictwo</w:t>
            </w:r>
            <w:r w:rsidR="001A6F61">
              <w:rPr>
                <w:rFonts w:ascii="DejaVuSans" w:hAnsi="DejaVuSans" w:cs="DejaVuSans"/>
              </w:rPr>
              <w:t xml:space="preserve"> w zajęciach</w:t>
            </w:r>
            <w:r w:rsidR="007C3991">
              <w:rPr>
                <w:rFonts w:ascii="DejaVuSans" w:hAnsi="DejaVuSans" w:cs="DejaVuSans"/>
              </w:rPr>
              <w:t>, pozytywna ocena z</w:t>
            </w:r>
            <w:r w:rsidR="00D1643D">
              <w:rPr>
                <w:rFonts w:ascii="DejaVuSans" w:hAnsi="DejaVuSans" w:cs="DejaVuSans"/>
              </w:rPr>
              <w:t xml:space="preserve"> kolokwium, praca projektowa</w:t>
            </w:r>
          </w:p>
          <w:p w14:paraId="3116273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440C38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98E0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AE23C9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368F5544" w14:textId="77777777" w:rsidTr="003E1941">
        <w:tc>
          <w:tcPr>
            <w:tcW w:w="4962" w:type="dxa"/>
            <w:vAlign w:val="center"/>
          </w:tcPr>
          <w:p w14:paraId="043B83C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A3AA31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680A30F" w14:textId="77777777" w:rsidTr="00923D7D">
        <w:tc>
          <w:tcPr>
            <w:tcW w:w="4962" w:type="dxa"/>
          </w:tcPr>
          <w:p w14:paraId="33C6D643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E16A9E5" w14:textId="77777777" w:rsidR="0085747A" w:rsidRPr="009C54AE" w:rsidRDefault="006253E9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6365870C" w14:textId="77777777" w:rsidTr="00923D7D">
        <w:tc>
          <w:tcPr>
            <w:tcW w:w="4962" w:type="dxa"/>
          </w:tcPr>
          <w:p w14:paraId="3FFC73CE" w14:textId="510D43AF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1333F9">
              <w:rPr>
                <w:rFonts w:ascii="Corbel" w:hAnsi="Corbel"/>
                <w:sz w:val="24"/>
                <w:szCs w:val="24"/>
              </w:rPr>
              <w:t>:</w:t>
            </w:r>
          </w:p>
          <w:p w14:paraId="52F37B54" w14:textId="22487716" w:rsidR="00C61DC5" w:rsidRPr="009C54AE" w:rsidRDefault="001333F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u</w:t>
            </w:r>
            <w:r w:rsidR="00E364A5">
              <w:rPr>
                <w:rFonts w:ascii="Corbel" w:hAnsi="Corbel"/>
                <w:sz w:val="24"/>
                <w:szCs w:val="24"/>
              </w:rPr>
              <w:t>dział w konsultacjach</w:t>
            </w:r>
          </w:p>
        </w:tc>
        <w:tc>
          <w:tcPr>
            <w:tcW w:w="4677" w:type="dxa"/>
          </w:tcPr>
          <w:p w14:paraId="61CF2905" w14:textId="20C65AD2" w:rsidR="00C61DC5" w:rsidRPr="009C54AE" w:rsidRDefault="00FE1F55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6B84872E" w14:textId="77777777" w:rsidTr="00923D7D">
        <w:tc>
          <w:tcPr>
            <w:tcW w:w="4962" w:type="dxa"/>
          </w:tcPr>
          <w:p w14:paraId="48FAB638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C3D5B98" w14:textId="77777777" w:rsidR="001333F9" w:rsidRDefault="001333F9" w:rsidP="00C12E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12ECE">
              <w:rPr>
                <w:rFonts w:ascii="Corbel" w:hAnsi="Corbel"/>
                <w:sz w:val="24"/>
                <w:szCs w:val="24"/>
              </w:rPr>
              <w:t>p</w:t>
            </w:r>
            <w:r w:rsidR="00D1643D">
              <w:rPr>
                <w:rFonts w:ascii="Corbel" w:hAnsi="Corbel"/>
                <w:sz w:val="24"/>
                <w:szCs w:val="24"/>
              </w:rPr>
              <w:t>rzygotowanie do zajęć</w:t>
            </w:r>
          </w:p>
          <w:p w14:paraId="0269B1DF" w14:textId="77777777" w:rsidR="001333F9" w:rsidRDefault="001333F9" w:rsidP="00C12E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D1643D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D1643D">
              <w:rPr>
                <w:rFonts w:ascii="Corbel" w:hAnsi="Corbel"/>
                <w:sz w:val="24"/>
                <w:szCs w:val="24"/>
              </w:rPr>
              <w:t>kolokwium</w:t>
            </w:r>
          </w:p>
          <w:p w14:paraId="045BC285" w14:textId="77777777" w:rsidR="001333F9" w:rsidRDefault="001333F9" w:rsidP="00C12E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-przygotowanie </w:t>
            </w:r>
            <w:r w:rsidR="00D1643D">
              <w:rPr>
                <w:rFonts w:ascii="Corbel" w:hAnsi="Corbel"/>
                <w:sz w:val="24"/>
                <w:szCs w:val="24"/>
              </w:rPr>
              <w:t xml:space="preserve"> pracy projektowej</w:t>
            </w:r>
          </w:p>
          <w:p w14:paraId="552D5A89" w14:textId="49B1301E" w:rsidR="00C61DC5" w:rsidRPr="009C54AE" w:rsidRDefault="001333F9" w:rsidP="00C12E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EA311D">
              <w:rPr>
                <w:rFonts w:ascii="Corbel" w:hAnsi="Corbel"/>
                <w:sz w:val="24"/>
                <w:szCs w:val="24"/>
              </w:rPr>
              <w:t>studiowani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="00EA311D">
              <w:rPr>
                <w:rFonts w:ascii="Corbel" w:hAnsi="Corbel"/>
                <w:sz w:val="24"/>
                <w:szCs w:val="24"/>
              </w:rPr>
              <w:t xml:space="preserve"> literatury</w:t>
            </w:r>
          </w:p>
        </w:tc>
        <w:tc>
          <w:tcPr>
            <w:tcW w:w="4677" w:type="dxa"/>
          </w:tcPr>
          <w:p w14:paraId="4819FDB1" w14:textId="10835AD9" w:rsidR="00C61DC5" w:rsidRDefault="00C61DC5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E2D0EA1" w14:textId="77777777" w:rsidR="001333F9" w:rsidRDefault="001333F9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AA19CA5" w14:textId="7603F1DE" w:rsidR="001333F9" w:rsidRDefault="00FE1F55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  <w:p w14:paraId="4CCB94A0" w14:textId="39B7AE57" w:rsidR="001333F9" w:rsidRDefault="00FE1F55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  <w:p w14:paraId="3454B671" w14:textId="08DF67DC" w:rsidR="001333F9" w:rsidRDefault="00FE1F55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  <w:p w14:paraId="47F70B97" w14:textId="002C4861" w:rsidR="001333F9" w:rsidRPr="009C54AE" w:rsidRDefault="00FE1F55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5747A" w:rsidRPr="009C54AE" w14:paraId="663AD050" w14:textId="77777777" w:rsidTr="00923D7D">
        <w:tc>
          <w:tcPr>
            <w:tcW w:w="4962" w:type="dxa"/>
          </w:tcPr>
          <w:p w14:paraId="5642DC0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E00F819" w14:textId="77777777" w:rsidR="0085747A" w:rsidRPr="009C54AE" w:rsidRDefault="00855A4D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6253E9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77F6552A" w14:textId="77777777" w:rsidTr="00923D7D">
        <w:tc>
          <w:tcPr>
            <w:tcW w:w="4962" w:type="dxa"/>
          </w:tcPr>
          <w:p w14:paraId="7956893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7DB025D" w14:textId="77777777" w:rsidR="0085747A" w:rsidRPr="009C54AE" w:rsidRDefault="00855A4D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02E32F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766917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E64FC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528E5F5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A9D1304" w14:textId="77777777" w:rsidTr="0071620A">
        <w:trPr>
          <w:trHeight w:val="397"/>
        </w:trPr>
        <w:tc>
          <w:tcPr>
            <w:tcW w:w="3544" w:type="dxa"/>
          </w:tcPr>
          <w:p w14:paraId="3AEBE68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6F831D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57114332" w14:textId="77777777" w:rsidTr="0071620A">
        <w:trPr>
          <w:trHeight w:val="397"/>
        </w:trPr>
        <w:tc>
          <w:tcPr>
            <w:tcW w:w="3544" w:type="dxa"/>
          </w:tcPr>
          <w:p w14:paraId="76EF81B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3969" w:type="dxa"/>
          </w:tcPr>
          <w:p w14:paraId="5D4FBCF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C4BAB7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FE711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54640C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6A1654CB" w14:textId="77777777" w:rsidTr="0071620A">
        <w:trPr>
          <w:trHeight w:val="397"/>
        </w:trPr>
        <w:tc>
          <w:tcPr>
            <w:tcW w:w="7513" w:type="dxa"/>
          </w:tcPr>
          <w:p w14:paraId="2330B517" w14:textId="5E6C4D76" w:rsidR="00822AF9" w:rsidRDefault="0085747A" w:rsidP="00524F2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0"/>
                <w:szCs w:val="20"/>
              </w:rPr>
            </w:pPr>
            <w:r w:rsidRPr="00E30173">
              <w:rPr>
                <w:rFonts w:ascii="Corbel" w:hAnsi="Corbel" w:cs="Times New Roman"/>
                <w:sz w:val="20"/>
                <w:szCs w:val="20"/>
              </w:rPr>
              <w:t>Literatura podstawowa:</w:t>
            </w:r>
            <w:r w:rsidR="00822AF9" w:rsidRPr="00E30173">
              <w:rPr>
                <w:rFonts w:ascii="Corbel" w:hAnsi="Corbel" w:cs="Times New Roman"/>
                <w:sz w:val="20"/>
                <w:szCs w:val="20"/>
              </w:rPr>
              <w:t xml:space="preserve"> </w:t>
            </w:r>
          </w:p>
          <w:p w14:paraId="7BE49BB4" w14:textId="023C7E5D" w:rsidR="006943BB" w:rsidRPr="00E30173" w:rsidRDefault="006943BB" w:rsidP="00524F2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0"/>
                <w:szCs w:val="20"/>
              </w:rPr>
            </w:pPr>
            <w:r>
              <w:rPr>
                <w:rFonts w:ascii="Corbel" w:hAnsi="Corbel" w:cs="Times New Roman"/>
                <w:sz w:val="20"/>
                <w:szCs w:val="20"/>
              </w:rPr>
              <w:t>MONOGRAFIE:</w:t>
            </w:r>
          </w:p>
          <w:p w14:paraId="35069EAE" w14:textId="073AA0AD" w:rsidR="00DA34C9" w:rsidRPr="00E30173" w:rsidRDefault="00DA34C9" w:rsidP="00524F2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0"/>
                <w:szCs w:val="20"/>
              </w:rPr>
            </w:pPr>
            <w:r w:rsidRPr="00E30173">
              <w:rPr>
                <w:rFonts w:ascii="Corbel" w:hAnsi="Corbel" w:cs="Times New Roman"/>
                <w:sz w:val="20"/>
                <w:szCs w:val="20"/>
              </w:rPr>
              <w:t xml:space="preserve">MIKIEWICZ P., </w:t>
            </w:r>
            <w:r w:rsidRPr="00E30173">
              <w:rPr>
                <w:rFonts w:ascii="Corbel" w:hAnsi="Corbel" w:cs="Times New Roman"/>
                <w:i/>
                <w:sz w:val="20"/>
                <w:szCs w:val="20"/>
              </w:rPr>
              <w:t xml:space="preserve">Socjologia edukacji. Teorie, koncepcje, pojęcia, </w:t>
            </w:r>
            <w:r w:rsidRPr="00E30173">
              <w:rPr>
                <w:rFonts w:ascii="Corbel" w:hAnsi="Corbel" w:cs="Times New Roman"/>
                <w:sz w:val="20"/>
                <w:szCs w:val="20"/>
              </w:rPr>
              <w:t>PWN – Warszawa 2016</w:t>
            </w:r>
          </w:p>
          <w:p w14:paraId="1EA00B40" w14:textId="2F9E13DA" w:rsidR="00866F14" w:rsidRPr="00E30173" w:rsidRDefault="00866F14" w:rsidP="00524F2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0"/>
                <w:szCs w:val="20"/>
              </w:rPr>
            </w:pPr>
            <w:r w:rsidRPr="00E30173">
              <w:rPr>
                <w:rFonts w:ascii="Corbel" w:hAnsi="Corbel" w:cs="Times New Roman"/>
                <w:sz w:val="20"/>
                <w:szCs w:val="20"/>
              </w:rPr>
              <w:t xml:space="preserve">SZYMAŃSKI M. J., </w:t>
            </w:r>
            <w:r w:rsidRPr="00E30173">
              <w:rPr>
                <w:rFonts w:ascii="Corbel" w:hAnsi="Corbel" w:cs="Times New Roman"/>
                <w:i/>
                <w:iCs/>
                <w:sz w:val="20"/>
                <w:szCs w:val="20"/>
              </w:rPr>
              <w:t>S</w:t>
            </w:r>
            <w:r w:rsidR="006943BB">
              <w:rPr>
                <w:rFonts w:ascii="Corbel" w:hAnsi="Corbel" w:cs="Times New Roman"/>
                <w:i/>
                <w:iCs/>
                <w:sz w:val="20"/>
                <w:szCs w:val="20"/>
              </w:rPr>
              <w:t>ocjologia edukacji</w:t>
            </w:r>
            <w:r w:rsidR="00524F2B" w:rsidRPr="00E30173">
              <w:rPr>
                <w:rFonts w:ascii="Corbel" w:hAnsi="Corbel" w:cs="Times New Roman"/>
                <w:i/>
                <w:iCs/>
                <w:sz w:val="20"/>
                <w:szCs w:val="20"/>
              </w:rPr>
              <w:t>. Podręcznik akademicki,</w:t>
            </w:r>
            <w:r w:rsidRPr="00E30173">
              <w:rPr>
                <w:rFonts w:ascii="Corbel" w:hAnsi="Corbel" w:cs="Times New Roman"/>
                <w:i/>
                <w:iCs/>
                <w:sz w:val="20"/>
                <w:szCs w:val="20"/>
              </w:rPr>
              <w:t xml:space="preserve"> </w:t>
            </w:r>
            <w:r w:rsidRPr="00E30173">
              <w:rPr>
                <w:rFonts w:ascii="Corbel" w:hAnsi="Corbel" w:cs="Times New Roman"/>
                <w:sz w:val="20"/>
                <w:szCs w:val="20"/>
              </w:rPr>
              <w:t xml:space="preserve">IMPULS – WARSZAWA </w:t>
            </w:r>
            <w:r w:rsidR="00524F2B" w:rsidRPr="00E30173">
              <w:rPr>
                <w:rFonts w:ascii="Corbel" w:hAnsi="Corbel" w:cs="Times New Roman"/>
                <w:sz w:val="20"/>
                <w:szCs w:val="20"/>
              </w:rPr>
              <w:t>2021</w:t>
            </w:r>
          </w:p>
          <w:p w14:paraId="3274A484" w14:textId="043FF08E" w:rsidR="00524F2B" w:rsidRPr="00E30173" w:rsidRDefault="00524F2B" w:rsidP="00524F2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  <w:r w:rsidRPr="00E30173">
              <w:rPr>
                <w:rFonts w:ascii="Corbel" w:hAnsi="Corbel" w:cs="Times New Roman"/>
                <w:sz w:val="20"/>
                <w:szCs w:val="20"/>
              </w:rPr>
              <w:t xml:space="preserve">LIPMAN M., </w:t>
            </w:r>
            <w:r w:rsidRPr="00E30173">
              <w:rPr>
                <w:rFonts w:ascii="Corbel" w:eastAsia="Times New Roman" w:hAnsi="Corbel" w:cs="Times New Roman"/>
                <w:bCs/>
                <w:color w:val="000000"/>
                <w:spacing w:val="-12"/>
                <w:kern w:val="36"/>
                <w:sz w:val="20"/>
                <w:szCs w:val="20"/>
              </w:rPr>
              <w:t>Myślenie w edukacji</w:t>
            </w:r>
            <w:r w:rsidRPr="00E30173">
              <w:rPr>
                <w:rFonts w:ascii="Corbel" w:hAnsi="Corbel" w:cs="Times New Roman"/>
                <w:sz w:val="20"/>
                <w:szCs w:val="20"/>
              </w:rPr>
              <w:t xml:space="preserve">, </w:t>
            </w:r>
            <w:r w:rsidRPr="00E30173"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>Wydawnictwo Uniwersytetu Łódzkiego, ŁÓDŹ 2021</w:t>
            </w:r>
          </w:p>
          <w:p w14:paraId="7CDC4C32" w14:textId="139E8081" w:rsidR="00866F14" w:rsidRPr="00E30173" w:rsidRDefault="00866F14" w:rsidP="00524F2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0"/>
                <w:szCs w:val="20"/>
              </w:rPr>
            </w:pPr>
            <w:r w:rsidRPr="00E30173">
              <w:rPr>
                <w:rFonts w:ascii="Corbel" w:hAnsi="Corbel" w:cs="Times New Roman"/>
                <w:sz w:val="20"/>
                <w:szCs w:val="20"/>
              </w:rPr>
              <w:t xml:space="preserve">MEIGHAN R., </w:t>
            </w:r>
            <w:r w:rsidR="00882454" w:rsidRPr="00E30173">
              <w:rPr>
                <w:rFonts w:ascii="Corbel" w:hAnsi="Corbel" w:cs="Times New Roman"/>
                <w:i/>
                <w:iCs/>
                <w:sz w:val="20"/>
                <w:szCs w:val="20"/>
              </w:rPr>
              <w:t>Socjologia edukacji,</w:t>
            </w:r>
            <w:r w:rsidRPr="00E30173">
              <w:rPr>
                <w:rFonts w:ascii="Corbel" w:hAnsi="Corbel" w:cs="Times New Roman"/>
                <w:i/>
                <w:iCs/>
                <w:sz w:val="20"/>
                <w:szCs w:val="20"/>
              </w:rPr>
              <w:t xml:space="preserve"> </w:t>
            </w:r>
            <w:r w:rsidRPr="00E30173">
              <w:rPr>
                <w:rFonts w:ascii="Corbel" w:hAnsi="Corbel" w:cs="Times New Roman"/>
                <w:sz w:val="20"/>
                <w:szCs w:val="20"/>
              </w:rPr>
              <w:t>UMK – T</w:t>
            </w:r>
            <w:r w:rsidR="00882454" w:rsidRPr="00E30173">
              <w:rPr>
                <w:rFonts w:ascii="Corbel" w:hAnsi="Corbel" w:cs="Times New Roman"/>
                <w:sz w:val="20"/>
                <w:szCs w:val="20"/>
              </w:rPr>
              <w:t>oruń</w:t>
            </w:r>
            <w:r w:rsidRPr="00E30173">
              <w:rPr>
                <w:rFonts w:ascii="Corbel" w:hAnsi="Corbel" w:cs="Times New Roman"/>
                <w:sz w:val="20"/>
                <w:szCs w:val="20"/>
              </w:rPr>
              <w:t xml:space="preserve"> 1993</w:t>
            </w:r>
          </w:p>
          <w:p w14:paraId="5C126861" w14:textId="42F34AB1" w:rsidR="00866F14" w:rsidRPr="00E30173" w:rsidRDefault="00866F14" w:rsidP="00524F2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0"/>
                <w:szCs w:val="20"/>
              </w:rPr>
            </w:pPr>
            <w:r w:rsidRPr="00E30173">
              <w:rPr>
                <w:rFonts w:ascii="Corbel" w:hAnsi="Corbel" w:cs="Times New Roman"/>
                <w:sz w:val="20"/>
                <w:szCs w:val="20"/>
              </w:rPr>
              <w:t xml:space="preserve">ZNANIECKI F., </w:t>
            </w:r>
            <w:r w:rsidR="00882454" w:rsidRPr="00E30173">
              <w:rPr>
                <w:rFonts w:ascii="Corbel" w:hAnsi="Corbel" w:cs="Times New Roman"/>
                <w:i/>
                <w:iCs/>
                <w:sz w:val="20"/>
                <w:szCs w:val="20"/>
              </w:rPr>
              <w:t>Socjologia wychowania</w:t>
            </w:r>
            <w:r w:rsidRPr="00E30173">
              <w:rPr>
                <w:rFonts w:ascii="Corbel" w:hAnsi="Corbel" w:cs="Times New Roman"/>
                <w:i/>
                <w:iCs/>
                <w:sz w:val="20"/>
                <w:szCs w:val="20"/>
              </w:rPr>
              <w:t xml:space="preserve">, </w:t>
            </w:r>
            <w:r w:rsidRPr="00E30173">
              <w:rPr>
                <w:rFonts w:ascii="Corbel" w:hAnsi="Corbel" w:cs="Times New Roman"/>
                <w:sz w:val="20"/>
                <w:szCs w:val="20"/>
              </w:rPr>
              <w:t>T. I I II, PWN – W</w:t>
            </w:r>
            <w:r w:rsidR="00882454" w:rsidRPr="00E30173">
              <w:rPr>
                <w:rFonts w:ascii="Corbel" w:hAnsi="Corbel" w:cs="Times New Roman"/>
                <w:sz w:val="20"/>
                <w:szCs w:val="20"/>
              </w:rPr>
              <w:t xml:space="preserve">arszawa </w:t>
            </w:r>
            <w:r w:rsidRPr="00E30173">
              <w:rPr>
                <w:rFonts w:ascii="Corbel" w:hAnsi="Corbel" w:cs="Times New Roman"/>
                <w:sz w:val="20"/>
                <w:szCs w:val="20"/>
              </w:rPr>
              <w:t>2001</w:t>
            </w:r>
          </w:p>
          <w:p w14:paraId="493B32CB" w14:textId="5CADBF5A" w:rsidR="00866F14" w:rsidRPr="00E30173" w:rsidRDefault="00866F14" w:rsidP="00524F2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0"/>
                <w:szCs w:val="20"/>
              </w:rPr>
            </w:pPr>
            <w:r w:rsidRPr="00E30173">
              <w:rPr>
                <w:rFonts w:ascii="Corbel" w:hAnsi="Corbel" w:cs="Times New Roman"/>
                <w:sz w:val="20"/>
                <w:szCs w:val="20"/>
              </w:rPr>
              <w:t xml:space="preserve">ADAMSKI F., </w:t>
            </w:r>
            <w:r w:rsidR="00882454" w:rsidRPr="00E30173">
              <w:rPr>
                <w:rFonts w:ascii="Corbel" w:hAnsi="Corbel" w:cs="Times New Roman"/>
                <w:i/>
                <w:iCs/>
                <w:sz w:val="20"/>
                <w:szCs w:val="20"/>
              </w:rPr>
              <w:t xml:space="preserve">Socjologia małżeństwa i rodziny, </w:t>
            </w:r>
            <w:r w:rsidR="00882454" w:rsidRPr="00E30173">
              <w:rPr>
                <w:rFonts w:ascii="Corbel" w:hAnsi="Corbel" w:cs="Times New Roman"/>
                <w:sz w:val="20"/>
                <w:szCs w:val="20"/>
              </w:rPr>
              <w:t>PWN – Warszawa</w:t>
            </w:r>
            <w:r w:rsidRPr="00E30173">
              <w:rPr>
                <w:rFonts w:ascii="Corbel" w:hAnsi="Corbel" w:cs="Times New Roman"/>
                <w:sz w:val="20"/>
                <w:szCs w:val="20"/>
              </w:rPr>
              <w:t xml:space="preserve"> 1984</w:t>
            </w:r>
          </w:p>
          <w:p w14:paraId="7F18829D" w14:textId="5E87BD73" w:rsidR="00866F14" w:rsidRPr="00E30173" w:rsidRDefault="00866F14" w:rsidP="00524F2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0"/>
                <w:szCs w:val="20"/>
              </w:rPr>
            </w:pPr>
            <w:r w:rsidRPr="00E30173">
              <w:rPr>
                <w:rFonts w:ascii="Corbel" w:hAnsi="Corbel" w:cs="Times New Roman"/>
                <w:sz w:val="20"/>
                <w:szCs w:val="20"/>
              </w:rPr>
              <w:t xml:space="preserve">DYCZEWSKI L., </w:t>
            </w:r>
            <w:r w:rsidR="00882454" w:rsidRPr="00E30173">
              <w:rPr>
                <w:rFonts w:ascii="Corbel" w:hAnsi="Corbel" w:cs="Times New Roman"/>
                <w:i/>
                <w:iCs/>
                <w:sz w:val="20"/>
                <w:szCs w:val="20"/>
              </w:rPr>
              <w:t>Rodzina, Społeczeństwo, Państwo</w:t>
            </w:r>
            <w:r w:rsidRPr="00E30173">
              <w:rPr>
                <w:rFonts w:ascii="Corbel" w:hAnsi="Corbel" w:cs="Times New Roman"/>
                <w:i/>
                <w:iCs/>
                <w:sz w:val="20"/>
                <w:szCs w:val="20"/>
              </w:rPr>
              <w:t xml:space="preserve">, </w:t>
            </w:r>
            <w:r w:rsidRPr="00E30173">
              <w:rPr>
                <w:rFonts w:ascii="Corbel" w:hAnsi="Corbel" w:cs="Times New Roman"/>
                <w:sz w:val="20"/>
                <w:szCs w:val="20"/>
              </w:rPr>
              <w:t>KUL – L</w:t>
            </w:r>
            <w:r w:rsidR="00882454" w:rsidRPr="00E30173">
              <w:rPr>
                <w:rFonts w:ascii="Corbel" w:hAnsi="Corbel" w:cs="Times New Roman"/>
                <w:sz w:val="20"/>
                <w:szCs w:val="20"/>
              </w:rPr>
              <w:t>ublin</w:t>
            </w:r>
            <w:r w:rsidRPr="00E30173">
              <w:rPr>
                <w:rFonts w:ascii="Corbel" w:hAnsi="Corbel" w:cs="Times New Roman"/>
                <w:sz w:val="20"/>
                <w:szCs w:val="20"/>
              </w:rPr>
              <w:t xml:space="preserve"> 1994</w:t>
            </w:r>
          </w:p>
          <w:p w14:paraId="432CF7E0" w14:textId="40D6F6E3" w:rsidR="00866F14" w:rsidRPr="00E30173" w:rsidRDefault="00866F14" w:rsidP="00524F2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0"/>
                <w:szCs w:val="20"/>
              </w:rPr>
            </w:pPr>
            <w:r w:rsidRPr="00E30173">
              <w:rPr>
                <w:rFonts w:ascii="Corbel" w:hAnsi="Corbel" w:cs="Times New Roman"/>
                <w:sz w:val="20"/>
                <w:szCs w:val="20"/>
              </w:rPr>
              <w:t xml:space="preserve">KOWALSKI S., </w:t>
            </w:r>
            <w:r w:rsidR="00882454" w:rsidRPr="00E30173">
              <w:rPr>
                <w:rFonts w:ascii="Corbel" w:hAnsi="Corbel" w:cs="Times New Roman"/>
                <w:i/>
                <w:iCs/>
                <w:sz w:val="20"/>
                <w:szCs w:val="20"/>
              </w:rPr>
              <w:t>Socjologia wychowania w zarysie</w:t>
            </w:r>
            <w:r w:rsidRPr="00E30173">
              <w:rPr>
                <w:rFonts w:ascii="Corbel" w:hAnsi="Corbel" w:cs="Times New Roman"/>
                <w:i/>
                <w:iCs/>
                <w:sz w:val="20"/>
                <w:szCs w:val="20"/>
              </w:rPr>
              <w:t xml:space="preserve">, </w:t>
            </w:r>
            <w:r w:rsidR="00882454" w:rsidRPr="00E30173">
              <w:rPr>
                <w:rFonts w:ascii="Corbel" w:hAnsi="Corbel" w:cs="Times New Roman"/>
                <w:sz w:val="20"/>
                <w:szCs w:val="20"/>
              </w:rPr>
              <w:t xml:space="preserve">PWN – Warszawa </w:t>
            </w:r>
            <w:r w:rsidRPr="00E30173">
              <w:rPr>
                <w:rFonts w:ascii="Corbel" w:hAnsi="Corbel" w:cs="Times New Roman"/>
                <w:sz w:val="20"/>
                <w:szCs w:val="20"/>
              </w:rPr>
              <w:t>1986</w:t>
            </w:r>
          </w:p>
          <w:p w14:paraId="198271E3" w14:textId="41A175C6" w:rsidR="00866F14" w:rsidRPr="00E30173" w:rsidRDefault="00866F14" w:rsidP="00524F2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0"/>
                <w:szCs w:val="20"/>
              </w:rPr>
            </w:pPr>
            <w:r w:rsidRPr="00E30173">
              <w:rPr>
                <w:rFonts w:ascii="Corbel" w:hAnsi="Corbel" w:cs="Times New Roman"/>
                <w:sz w:val="20"/>
                <w:szCs w:val="20"/>
              </w:rPr>
              <w:t xml:space="preserve">MARCZUK S., </w:t>
            </w:r>
            <w:r w:rsidR="00882454" w:rsidRPr="00E30173">
              <w:rPr>
                <w:rFonts w:ascii="Corbel" w:hAnsi="Corbel" w:cs="Times New Roman"/>
                <w:i/>
                <w:iCs/>
                <w:sz w:val="20"/>
                <w:szCs w:val="20"/>
              </w:rPr>
              <w:t xml:space="preserve">Orientacje wartościujące nauczycieli w III </w:t>
            </w:r>
            <w:r w:rsidRPr="00E30173">
              <w:rPr>
                <w:rFonts w:ascii="Corbel" w:hAnsi="Corbel" w:cs="Times New Roman"/>
                <w:i/>
                <w:iCs/>
                <w:sz w:val="20"/>
                <w:szCs w:val="20"/>
              </w:rPr>
              <w:t>R</w:t>
            </w:r>
            <w:r w:rsidR="00882454" w:rsidRPr="00E30173">
              <w:rPr>
                <w:rFonts w:ascii="Corbel" w:hAnsi="Corbel" w:cs="Times New Roman"/>
                <w:i/>
                <w:iCs/>
                <w:sz w:val="20"/>
                <w:szCs w:val="20"/>
              </w:rPr>
              <w:t xml:space="preserve">zeczypospolitej </w:t>
            </w:r>
            <w:r w:rsidRPr="00E30173">
              <w:rPr>
                <w:rFonts w:ascii="Corbel" w:hAnsi="Corbel" w:cs="Times New Roman"/>
                <w:i/>
                <w:iCs/>
                <w:sz w:val="20"/>
                <w:szCs w:val="20"/>
              </w:rPr>
              <w:t xml:space="preserve">– </w:t>
            </w:r>
            <w:r w:rsidR="00882454" w:rsidRPr="00E30173">
              <w:rPr>
                <w:rFonts w:ascii="Corbel" w:hAnsi="Corbel" w:cs="Times New Roman"/>
                <w:i/>
                <w:iCs/>
                <w:sz w:val="20"/>
                <w:szCs w:val="20"/>
              </w:rPr>
              <w:t>studium z socjologii edukacji</w:t>
            </w:r>
            <w:r w:rsidRPr="00E30173">
              <w:rPr>
                <w:rFonts w:ascii="Corbel" w:hAnsi="Corbel" w:cs="Times New Roman"/>
                <w:i/>
                <w:iCs/>
                <w:sz w:val="20"/>
                <w:szCs w:val="20"/>
              </w:rPr>
              <w:t xml:space="preserve">, </w:t>
            </w:r>
            <w:r w:rsidRPr="00E30173">
              <w:rPr>
                <w:rFonts w:ascii="Corbel" w:hAnsi="Corbel" w:cs="Times New Roman"/>
                <w:sz w:val="20"/>
                <w:szCs w:val="20"/>
              </w:rPr>
              <w:t>WSP – R</w:t>
            </w:r>
            <w:r w:rsidR="00882454" w:rsidRPr="00E30173">
              <w:rPr>
                <w:rFonts w:ascii="Corbel" w:hAnsi="Corbel" w:cs="Times New Roman"/>
                <w:sz w:val="20"/>
                <w:szCs w:val="20"/>
              </w:rPr>
              <w:t>zeszów</w:t>
            </w:r>
            <w:r w:rsidRPr="00E30173">
              <w:rPr>
                <w:rFonts w:ascii="Corbel" w:hAnsi="Corbel" w:cs="Times New Roman"/>
                <w:sz w:val="20"/>
                <w:szCs w:val="20"/>
              </w:rPr>
              <w:t xml:space="preserve"> 2001</w:t>
            </w:r>
          </w:p>
          <w:p w14:paraId="3C57CD1C" w14:textId="75777EC1" w:rsidR="00866F14" w:rsidRPr="00E30173" w:rsidRDefault="00866F14" w:rsidP="00524F2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0"/>
                <w:szCs w:val="20"/>
              </w:rPr>
            </w:pPr>
            <w:r w:rsidRPr="00E30173">
              <w:rPr>
                <w:rFonts w:ascii="Corbel" w:hAnsi="Corbel" w:cs="Times New Roman"/>
                <w:sz w:val="20"/>
                <w:szCs w:val="20"/>
              </w:rPr>
              <w:t xml:space="preserve">MIELICKA H., </w:t>
            </w:r>
            <w:r w:rsidRPr="00E30173">
              <w:rPr>
                <w:rFonts w:ascii="Corbel" w:hAnsi="Corbel" w:cs="Times New Roman"/>
                <w:i/>
                <w:iCs/>
                <w:sz w:val="20"/>
                <w:szCs w:val="20"/>
              </w:rPr>
              <w:t>S</w:t>
            </w:r>
            <w:r w:rsidR="00882454" w:rsidRPr="00E30173">
              <w:rPr>
                <w:rFonts w:ascii="Corbel" w:hAnsi="Corbel" w:cs="Times New Roman"/>
                <w:i/>
                <w:iCs/>
                <w:sz w:val="20"/>
                <w:szCs w:val="20"/>
              </w:rPr>
              <w:t>ocjologia wychowania</w:t>
            </w:r>
            <w:r w:rsidRPr="00E30173">
              <w:rPr>
                <w:rFonts w:ascii="Corbel" w:hAnsi="Corbel" w:cs="Times New Roman"/>
                <w:i/>
                <w:iCs/>
                <w:sz w:val="20"/>
                <w:szCs w:val="20"/>
              </w:rPr>
              <w:t xml:space="preserve"> – </w:t>
            </w:r>
            <w:r w:rsidR="00882454" w:rsidRPr="00E30173">
              <w:rPr>
                <w:rFonts w:ascii="Corbel" w:hAnsi="Corbel" w:cs="Times New Roman"/>
                <w:i/>
                <w:iCs/>
                <w:sz w:val="20"/>
                <w:szCs w:val="20"/>
              </w:rPr>
              <w:t>wybór tekstów</w:t>
            </w:r>
            <w:r w:rsidRPr="00E30173">
              <w:rPr>
                <w:rFonts w:ascii="Corbel" w:hAnsi="Corbel" w:cs="Times New Roman"/>
                <w:i/>
                <w:iCs/>
                <w:sz w:val="20"/>
                <w:szCs w:val="20"/>
              </w:rPr>
              <w:t xml:space="preserve">, </w:t>
            </w:r>
            <w:r w:rsidRPr="00E30173">
              <w:rPr>
                <w:rFonts w:ascii="Corbel" w:hAnsi="Corbel" w:cs="Times New Roman"/>
                <w:sz w:val="20"/>
                <w:szCs w:val="20"/>
              </w:rPr>
              <w:t>K</w:t>
            </w:r>
            <w:r w:rsidR="00882454" w:rsidRPr="00E30173">
              <w:rPr>
                <w:rFonts w:ascii="Corbel" w:hAnsi="Corbel" w:cs="Times New Roman"/>
                <w:sz w:val="20"/>
                <w:szCs w:val="20"/>
              </w:rPr>
              <w:t>ielce</w:t>
            </w:r>
            <w:r w:rsidRPr="00E30173">
              <w:rPr>
                <w:rFonts w:ascii="Corbel" w:hAnsi="Corbel" w:cs="Times New Roman"/>
                <w:sz w:val="20"/>
                <w:szCs w:val="20"/>
              </w:rPr>
              <w:t xml:space="preserve"> 2000</w:t>
            </w:r>
          </w:p>
          <w:p w14:paraId="2EB80FF7" w14:textId="4A07226F" w:rsidR="0085747A" w:rsidRDefault="00866F14" w:rsidP="00524F2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0"/>
                <w:szCs w:val="20"/>
              </w:rPr>
            </w:pPr>
            <w:r w:rsidRPr="00E30173">
              <w:rPr>
                <w:rFonts w:ascii="Corbel" w:hAnsi="Corbel" w:cs="Times New Roman"/>
                <w:sz w:val="20"/>
                <w:szCs w:val="20"/>
              </w:rPr>
              <w:t xml:space="preserve">ADAMSKI F., (RED.), </w:t>
            </w:r>
            <w:r w:rsidR="00882454" w:rsidRPr="00E30173">
              <w:rPr>
                <w:rFonts w:ascii="Corbel" w:hAnsi="Corbel" w:cs="Times New Roman"/>
                <w:i/>
                <w:iCs/>
                <w:sz w:val="20"/>
                <w:szCs w:val="20"/>
              </w:rPr>
              <w:t>Wychowanie w rodzinie</w:t>
            </w:r>
            <w:r w:rsidRPr="00E30173">
              <w:rPr>
                <w:rFonts w:ascii="Corbel" w:hAnsi="Corbel" w:cs="Times New Roman"/>
                <w:i/>
                <w:iCs/>
                <w:sz w:val="20"/>
                <w:szCs w:val="20"/>
              </w:rPr>
              <w:t xml:space="preserve">, </w:t>
            </w:r>
            <w:r w:rsidRPr="00E30173">
              <w:rPr>
                <w:rFonts w:ascii="Corbel" w:hAnsi="Corbel" w:cs="Times New Roman"/>
                <w:sz w:val="20"/>
                <w:szCs w:val="20"/>
              </w:rPr>
              <w:t>K</w:t>
            </w:r>
            <w:r w:rsidR="00882454" w:rsidRPr="00E30173">
              <w:rPr>
                <w:rFonts w:ascii="Corbel" w:hAnsi="Corbel" w:cs="Times New Roman"/>
                <w:sz w:val="20"/>
                <w:szCs w:val="20"/>
              </w:rPr>
              <w:t>raków</w:t>
            </w:r>
            <w:r w:rsidRPr="00E30173">
              <w:rPr>
                <w:rFonts w:ascii="Corbel" w:hAnsi="Corbel" w:cs="Times New Roman"/>
                <w:sz w:val="20"/>
                <w:szCs w:val="20"/>
              </w:rPr>
              <w:t xml:space="preserve"> 1982</w:t>
            </w:r>
          </w:p>
          <w:p w14:paraId="0EC0DA83" w14:textId="1A5C54FA" w:rsidR="00E30173" w:rsidRPr="00E30173" w:rsidRDefault="00E30173" w:rsidP="00524F2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0"/>
                <w:szCs w:val="20"/>
              </w:rPr>
            </w:pPr>
            <w:r>
              <w:rPr>
                <w:rFonts w:ascii="Corbel" w:hAnsi="Corbel" w:cs="Times New Roman"/>
                <w:sz w:val="20"/>
                <w:szCs w:val="20"/>
              </w:rPr>
              <w:t>ARTYKUŁY:</w:t>
            </w:r>
          </w:p>
          <w:p w14:paraId="1A57E2E1" w14:textId="77777777" w:rsidR="00E30173" w:rsidRPr="00E30173" w:rsidRDefault="00E30173" w:rsidP="00E30173">
            <w:pPr>
              <w:spacing w:after="0" w:line="240" w:lineRule="auto"/>
              <w:jc w:val="both"/>
              <w:rPr>
                <w:rFonts w:ascii="Corbel" w:hAnsi="Corbel" w:cs="Times New Roman"/>
                <w:i/>
                <w:sz w:val="20"/>
                <w:szCs w:val="20"/>
              </w:rPr>
            </w:pPr>
            <w:r w:rsidRPr="00E30173">
              <w:rPr>
                <w:rFonts w:ascii="Corbel" w:hAnsi="Corbel" w:cs="Times New Roman"/>
                <w:sz w:val="20"/>
                <w:szCs w:val="20"/>
              </w:rPr>
              <w:t xml:space="preserve">SOMMER H., </w:t>
            </w:r>
            <w:r w:rsidRPr="00E30173">
              <w:rPr>
                <w:rFonts w:ascii="Corbel" w:hAnsi="Corbel" w:cs="Times New Roman"/>
                <w:i/>
                <w:sz w:val="20"/>
                <w:szCs w:val="20"/>
              </w:rPr>
              <w:t xml:space="preserve">Internet – przekleństwo, czy wybawienie dla współczesnej młodzieży </w:t>
            </w:r>
            <w:r w:rsidRPr="00E30173">
              <w:rPr>
                <w:rFonts w:ascii="Corbel" w:hAnsi="Corbel" w:cs="Times New Roman"/>
                <w:sz w:val="20"/>
                <w:szCs w:val="20"/>
              </w:rPr>
              <w:t>w: Wyzwania i szanse pedagogiki społeczno-opiekuńczej (red.) K. Duraj-Nowakowa, U. Gruca-Miąsik, UR-Rzeszów, 2010, s. 118-144</w:t>
            </w:r>
          </w:p>
          <w:p w14:paraId="38A79600" w14:textId="77777777" w:rsidR="00E30173" w:rsidRPr="00E30173" w:rsidRDefault="00E30173" w:rsidP="00E30173">
            <w:pPr>
              <w:spacing w:after="0" w:line="240" w:lineRule="auto"/>
              <w:jc w:val="both"/>
              <w:rPr>
                <w:rFonts w:ascii="Corbel" w:hAnsi="Corbel" w:cs="Times New Roman"/>
                <w:i/>
                <w:sz w:val="20"/>
                <w:szCs w:val="20"/>
              </w:rPr>
            </w:pPr>
            <w:r w:rsidRPr="00E30173">
              <w:rPr>
                <w:rFonts w:ascii="Corbel" w:hAnsi="Corbel" w:cs="Times New Roman"/>
                <w:sz w:val="20"/>
                <w:szCs w:val="20"/>
              </w:rPr>
              <w:t>SOMMER H.,</w:t>
            </w:r>
            <w:r w:rsidRPr="00E30173">
              <w:rPr>
                <w:rFonts w:ascii="Corbel" w:hAnsi="Corbel" w:cs="Times New Roman"/>
                <w:i/>
                <w:sz w:val="20"/>
                <w:szCs w:val="20"/>
              </w:rPr>
              <w:t xml:space="preserve"> Problemy wychowawcze w gimnazjum skupiającym uczniów ze środowiska wiejskiego i małomiasteczkowego, </w:t>
            </w:r>
            <w:r w:rsidRPr="00E30173">
              <w:rPr>
                <w:rFonts w:ascii="Corbel" w:hAnsi="Corbel" w:cs="Times New Roman"/>
                <w:sz w:val="20"/>
                <w:szCs w:val="20"/>
              </w:rPr>
              <w:t>w: Edukacja dla bezpieczeństwa (red.) A. Olak, F. Kozaczuk, A. Krauz, Ostrowiec Świętokrzyski, 2011, s. 47-62</w:t>
            </w:r>
          </w:p>
          <w:p w14:paraId="103243B0" w14:textId="77777777" w:rsidR="00E30173" w:rsidRPr="00E30173" w:rsidRDefault="00E30173" w:rsidP="00E30173">
            <w:pPr>
              <w:spacing w:after="0" w:line="240" w:lineRule="auto"/>
              <w:jc w:val="both"/>
              <w:rPr>
                <w:rFonts w:ascii="Corbel" w:hAnsi="Corbel" w:cs="Times New Roman"/>
                <w:i/>
                <w:sz w:val="20"/>
                <w:szCs w:val="20"/>
              </w:rPr>
            </w:pPr>
            <w:r w:rsidRPr="00E30173">
              <w:rPr>
                <w:rFonts w:ascii="Corbel" w:hAnsi="Corbel" w:cs="Times New Roman"/>
                <w:color w:val="000000"/>
                <w:sz w:val="20"/>
                <w:szCs w:val="20"/>
              </w:rPr>
              <w:t>SOMMER H.,</w:t>
            </w:r>
            <w:r w:rsidRPr="00E30173">
              <w:rPr>
                <w:rFonts w:ascii="Corbel" w:hAnsi="Corbel" w:cs="Times New Roman"/>
                <w:i/>
                <w:color w:val="000000"/>
                <w:sz w:val="20"/>
                <w:szCs w:val="20"/>
              </w:rPr>
              <w:t xml:space="preserve"> Patologizacja współczesnego świata w procesie wychowania we współczesnej szkole, </w:t>
            </w:r>
            <w:r w:rsidRPr="00E30173">
              <w:rPr>
                <w:rFonts w:ascii="Corbel" w:hAnsi="Corbel" w:cs="Times New Roman"/>
                <w:color w:val="000000"/>
                <w:sz w:val="20"/>
                <w:szCs w:val="20"/>
              </w:rPr>
              <w:t>w: Myśl i praktyka edukacyjna w obliczu zmian cywilizacyjnych – człowiek i wychowanie w perspektywie wieloetnicznej i wielokulturowej (red.) K. Szmyd, E. Barnaś-Baran, E. Dolata, A. Śniegulska, Tom I, UR-Rzeszów, 2011, s. 296-310.</w:t>
            </w:r>
          </w:p>
          <w:p w14:paraId="2573E49E" w14:textId="7ECDA440" w:rsidR="00E30173" w:rsidRPr="00E30173" w:rsidRDefault="00E30173" w:rsidP="00E30173">
            <w:pPr>
              <w:spacing w:after="0" w:line="240" w:lineRule="auto"/>
              <w:jc w:val="both"/>
              <w:rPr>
                <w:rFonts w:ascii="Corbel" w:hAnsi="Corbel" w:cs="Times New Roman"/>
                <w:i/>
                <w:sz w:val="20"/>
                <w:szCs w:val="20"/>
              </w:rPr>
            </w:pPr>
            <w:r w:rsidRPr="00E30173">
              <w:rPr>
                <w:rFonts w:ascii="Corbel" w:hAnsi="Corbel" w:cs="Times New Roman"/>
                <w:color w:val="000000"/>
                <w:sz w:val="20"/>
                <w:szCs w:val="20"/>
              </w:rPr>
              <w:t xml:space="preserve">SOMMER H., </w:t>
            </w:r>
            <w:r w:rsidRPr="00E30173">
              <w:rPr>
                <w:rFonts w:ascii="Corbel" w:hAnsi="Corbel" w:cs="Times New Roman"/>
                <w:i/>
                <w:color w:val="000000"/>
                <w:sz w:val="20"/>
                <w:szCs w:val="20"/>
              </w:rPr>
              <w:t>Muzyka w procesie wychowania</w:t>
            </w:r>
            <w:r w:rsidRPr="00E30173">
              <w:rPr>
                <w:rFonts w:ascii="Corbel" w:hAnsi="Corbel" w:cs="Times New Roman"/>
                <w:color w:val="000000"/>
                <w:sz w:val="20"/>
                <w:szCs w:val="20"/>
              </w:rPr>
              <w:t>, w: Myśl i praktyka edukacyjna w obliczu zmian cywilizacyjnych – człowiek i wychowanie w perspektywie wieloetnicznej i wielokulturowej (red.) K. Szmyd, Z. Frączek, H. Sommer, A. Olak, UR-Rzeszów, 2011, s. 507-513</w:t>
            </w:r>
          </w:p>
        </w:tc>
      </w:tr>
      <w:tr w:rsidR="0085747A" w:rsidRPr="009C54AE" w14:paraId="5F28441F" w14:textId="77777777" w:rsidTr="0071620A">
        <w:trPr>
          <w:trHeight w:val="397"/>
        </w:trPr>
        <w:tc>
          <w:tcPr>
            <w:tcW w:w="7513" w:type="dxa"/>
          </w:tcPr>
          <w:p w14:paraId="75BFCFF3" w14:textId="77777777" w:rsidR="00E364A5" w:rsidRPr="00E30173" w:rsidRDefault="0085747A" w:rsidP="00E364A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0"/>
                <w:szCs w:val="20"/>
              </w:rPr>
            </w:pPr>
            <w:r w:rsidRPr="00E30173">
              <w:rPr>
                <w:rFonts w:ascii="Corbel" w:hAnsi="Corbel" w:cs="Times New Roman"/>
                <w:sz w:val="20"/>
                <w:szCs w:val="20"/>
              </w:rPr>
              <w:t xml:space="preserve">Literatura uzupełniająca: </w:t>
            </w:r>
          </w:p>
          <w:p w14:paraId="5A99A62C" w14:textId="77777777" w:rsidR="00866F14" w:rsidRPr="00E30173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0"/>
                <w:szCs w:val="20"/>
              </w:rPr>
            </w:pPr>
            <w:r w:rsidRPr="00E30173">
              <w:rPr>
                <w:rFonts w:ascii="Corbel" w:hAnsi="Corbel" w:cs="Times New Roman"/>
                <w:sz w:val="20"/>
                <w:szCs w:val="20"/>
              </w:rPr>
              <w:t xml:space="preserve">CHEŁPA S., WITKOWSKI T., </w:t>
            </w:r>
            <w:r w:rsidRPr="00E30173">
              <w:rPr>
                <w:rFonts w:ascii="Corbel" w:hAnsi="Corbel" w:cs="Times New Roman"/>
                <w:i/>
                <w:iCs/>
                <w:sz w:val="20"/>
                <w:szCs w:val="20"/>
              </w:rPr>
              <w:t>Psychologia konfliktów</w:t>
            </w:r>
            <w:r w:rsidRPr="00E30173">
              <w:rPr>
                <w:rFonts w:ascii="Corbel" w:hAnsi="Corbel" w:cs="Times New Roman"/>
                <w:sz w:val="20"/>
                <w:szCs w:val="20"/>
              </w:rPr>
              <w:t>, Warszawa 1995</w:t>
            </w:r>
          </w:p>
          <w:p w14:paraId="5388BA6D" w14:textId="77777777" w:rsidR="00866F14" w:rsidRPr="00E30173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0"/>
                <w:szCs w:val="20"/>
              </w:rPr>
            </w:pPr>
            <w:r w:rsidRPr="00E30173">
              <w:rPr>
                <w:rFonts w:ascii="Corbel" w:hAnsi="Corbel" w:cs="Times New Roman"/>
                <w:sz w:val="20"/>
                <w:szCs w:val="20"/>
              </w:rPr>
              <w:t xml:space="preserve">POLAKOWSKA-KUJAWA J., </w:t>
            </w:r>
            <w:r w:rsidRPr="00E30173">
              <w:rPr>
                <w:rFonts w:ascii="Corbel" w:hAnsi="Corbel" w:cs="Times New Roman"/>
                <w:i/>
                <w:iCs/>
                <w:sz w:val="20"/>
                <w:szCs w:val="20"/>
              </w:rPr>
              <w:t>Socjologia ogólna</w:t>
            </w:r>
            <w:r w:rsidRPr="00E30173">
              <w:rPr>
                <w:rFonts w:ascii="Corbel" w:hAnsi="Corbel" w:cs="Times New Roman"/>
                <w:sz w:val="20"/>
                <w:szCs w:val="20"/>
              </w:rPr>
              <w:t>, Warszawa 1997</w:t>
            </w:r>
          </w:p>
          <w:p w14:paraId="3F64DCA3" w14:textId="77777777" w:rsidR="00866F14" w:rsidRPr="00E30173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i/>
                <w:iCs/>
                <w:sz w:val="20"/>
                <w:szCs w:val="20"/>
              </w:rPr>
            </w:pPr>
            <w:r w:rsidRPr="00E30173">
              <w:rPr>
                <w:rFonts w:ascii="Corbel" w:hAnsi="Corbel" w:cs="Times New Roman"/>
                <w:sz w:val="20"/>
                <w:szCs w:val="20"/>
              </w:rPr>
              <w:t xml:space="preserve">MALIKOWSKI M., MARCZUK S., (red.), </w:t>
            </w:r>
            <w:r w:rsidRPr="00E30173">
              <w:rPr>
                <w:rFonts w:ascii="Corbel" w:hAnsi="Corbel" w:cs="Times New Roman"/>
                <w:i/>
                <w:iCs/>
                <w:sz w:val="20"/>
                <w:szCs w:val="20"/>
              </w:rPr>
              <w:t>Socjologia ogólna – wybór</w:t>
            </w:r>
          </w:p>
          <w:p w14:paraId="1B71286B" w14:textId="77777777" w:rsidR="0085747A" w:rsidRPr="00E30173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i/>
                <w:smallCaps/>
                <w:color w:val="000000"/>
                <w:sz w:val="20"/>
                <w:szCs w:val="20"/>
              </w:rPr>
            </w:pPr>
            <w:r w:rsidRPr="00E30173">
              <w:rPr>
                <w:rFonts w:ascii="Corbel" w:hAnsi="Corbel" w:cs="Times New Roman"/>
                <w:i/>
                <w:iCs/>
                <w:sz w:val="20"/>
                <w:szCs w:val="20"/>
              </w:rPr>
              <w:t>tekstów</w:t>
            </w:r>
            <w:r w:rsidRPr="00E30173">
              <w:rPr>
                <w:rFonts w:ascii="Corbel" w:hAnsi="Corbel" w:cs="Times New Roman"/>
                <w:sz w:val="20"/>
                <w:szCs w:val="20"/>
              </w:rPr>
              <w:t>, cz. I i II, WSSG – Tyczyn 1997</w:t>
            </w:r>
          </w:p>
        </w:tc>
      </w:tr>
    </w:tbl>
    <w:p w14:paraId="26CA3C6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7BAE1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D228BC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F71643F" w14:textId="77777777"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1FCEAE" w14:textId="77777777"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48C48D" w14:textId="77777777"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1A918CF" w14:textId="77777777"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2990E4" w14:textId="77777777"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A876E9" w14:textId="77777777"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E69AB0" w14:textId="77777777"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C94E2B" w14:textId="77777777"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3C8A79A" w14:textId="77777777"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3D2B2EF" w14:textId="77777777"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275B8E" w14:textId="77777777"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F04388" w14:textId="77777777"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5B964A" w14:textId="77777777" w:rsidR="00E364A5" w:rsidRPr="009C54AE" w:rsidRDefault="00E364A5" w:rsidP="007C3991">
      <w:pPr>
        <w:spacing w:line="240" w:lineRule="auto"/>
        <w:jc w:val="right"/>
        <w:rPr>
          <w:rFonts w:ascii="Corbel" w:hAnsi="Corbel"/>
          <w:szCs w:val="24"/>
        </w:rPr>
      </w:pPr>
      <w:r>
        <w:rPr>
          <w:rFonts w:ascii="Times New Roman" w:hAnsi="Times New Roman"/>
          <w:b/>
          <w:bCs/>
        </w:rPr>
        <w:lastRenderedPageBreak/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</w:p>
    <w:p w14:paraId="29A18594" w14:textId="77777777"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14:paraId="348E396F" w14:textId="77777777" w:rsidR="00C12ECE" w:rsidRDefault="00C12ECE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14:paraId="4F3E39C8" w14:textId="77777777" w:rsidR="00C12ECE" w:rsidRPr="002835AE" w:rsidRDefault="00C12ECE" w:rsidP="002835AE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  <w:lang w:eastAsia="en-US"/>
        </w:rPr>
      </w:pPr>
    </w:p>
    <w:p w14:paraId="213B7B0F" w14:textId="77777777" w:rsidR="00C12ECE" w:rsidRDefault="00C12ECE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14:paraId="01ECBA48" w14:textId="77777777" w:rsidR="002835AE" w:rsidRDefault="004F331E" w:rsidP="004F331E">
      <w:pPr>
        <w:spacing w:line="240" w:lineRule="auto"/>
        <w:jc w:val="right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</w:p>
    <w:p w14:paraId="71B308BC" w14:textId="77777777" w:rsidR="002835AE" w:rsidRDefault="002835AE">
      <w:pPr>
        <w:spacing w:after="0" w:line="24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br w:type="page"/>
      </w:r>
    </w:p>
    <w:sectPr w:rsidR="002835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C67DBB" w14:textId="77777777" w:rsidR="00E91247" w:rsidRDefault="00E91247" w:rsidP="00C16ABF">
      <w:pPr>
        <w:spacing w:after="0" w:line="240" w:lineRule="auto"/>
      </w:pPr>
      <w:r>
        <w:separator/>
      </w:r>
    </w:p>
  </w:endnote>
  <w:endnote w:type="continuationSeparator" w:id="0">
    <w:p w14:paraId="1C2418E1" w14:textId="77777777" w:rsidR="00E91247" w:rsidRDefault="00E9124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Serif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iberationSerif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590250" w14:textId="77777777" w:rsidR="00E91247" w:rsidRDefault="00E91247" w:rsidP="00C16ABF">
      <w:pPr>
        <w:spacing w:after="0" w:line="240" w:lineRule="auto"/>
      </w:pPr>
      <w:r>
        <w:separator/>
      </w:r>
    </w:p>
  </w:footnote>
  <w:footnote w:type="continuationSeparator" w:id="0">
    <w:p w14:paraId="10026358" w14:textId="77777777" w:rsidR="00E91247" w:rsidRDefault="00E91247" w:rsidP="00C16ABF">
      <w:pPr>
        <w:spacing w:after="0" w:line="240" w:lineRule="auto"/>
      </w:pPr>
      <w:r>
        <w:continuationSeparator/>
      </w:r>
    </w:p>
  </w:footnote>
  <w:footnote w:id="1">
    <w:p w14:paraId="5699A10E" w14:textId="77777777" w:rsidR="008B7B65" w:rsidRDefault="008B7B6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1CA0450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4206DD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0B348D3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5477E8C"/>
    <w:multiLevelType w:val="hybridMultilevel"/>
    <w:tmpl w:val="9E72ED56"/>
    <w:lvl w:ilvl="0" w:tplc="A64C4C12">
      <w:start w:val="1"/>
      <w:numFmt w:val="decimal"/>
      <w:pStyle w:val="Spistreci2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2961782">
    <w:abstractNumId w:val="0"/>
  </w:num>
  <w:num w:numId="2" w16cid:durableId="136344132">
    <w:abstractNumId w:val="3"/>
  </w:num>
  <w:num w:numId="3" w16cid:durableId="346366699">
    <w:abstractNumId w:val="2"/>
  </w:num>
  <w:num w:numId="4" w16cid:durableId="938219550">
    <w:abstractNumId w:val="1"/>
  </w:num>
  <w:num w:numId="5" w16cid:durableId="592595323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4AC4"/>
    <w:rsid w:val="000D04B0"/>
    <w:rsid w:val="000D3567"/>
    <w:rsid w:val="000F1C57"/>
    <w:rsid w:val="000F3BA3"/>
    <w:rsid w:val="000F5615"/>
    <w:rsid w:val="000F624E"/>
    <w:rsid w:val="00101E22"/>
    <w:rsid w:val="00124BFF"/>
    <w:rsid w:val="0012560E"/>
    <w:rsid w:val="00127108"/>
    <w:rsid w:val="001333F9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4BFB"/>
    <w:rsid w:val="00176083"/>
    <w:rsid w:val="001770C7"/>
    <w:rsid w:val="00177D31"/>
    <w:rsid w:val="00185DF9"/>
    <w:rsid w:val="00192F37"/>
    <w:rsid w:val="001A6F61"/>
    <w:rsid w:val="001A70D2"/>
    <w:rsid w:val="001B3224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35AE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48B4"/>
    <w:rsid w:val="00363F78"/>
    <w:rsid w:val="0038778D"/>
    <w:rsid w:val="00396BA6"/>
    <w:rsid w:val="003A0A5B"/>
    <w:rsid w:val="003A1176"/>
    <w:rsid w:val="003A6F93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4515"/>
    <w:rsid w:val="004362C6"/>
    <w:rsid w:val="004378BF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1C51"/>
    <w:rsid w:val="004944E2"/>
    <w:rsid w:val="004968E2"/>
    <w:rsid w:val="004A3EEA"/>
    <w:rsid w:val="004A4D1F"/>
    <w:rsid w:val="004D5282"/>
    <w:rsid w:val="004E2B03"/>
    <w:rsid w:val="004F1551"/>
    <w:rsid w:val="004F331E"/>
    <w:rsid w:val="004F55A3"/>
    <w:rsid w:val="0050496F"/>
    <w:rsid w:val="00513B6F"/>
    <w:rsid w:val="00517C63"/>
    <w:rsid w:val="00524F2B"/>
    <w:rsid w:val="00526C94"/>
    <w:rsid w:val="005363C4"/>
    <w:rsid w:val="00536BDE"/>
    <w:rsid w:val="00543ACC"/>
    <w:rsid w:val="005608E5"/>
    <w:rsid w:val="0056696D"/>
    <w:rsid w:val="00573EF9"/>
    <w:rsid w:val="005770C2"/>
    <w:rsid w:val="0059484D"/>
    <w:rsid w:val="005A0855"/>
    <w:rsid w:val="005A3196"/>
    <w:rsid w:val="005B332A"/>
    <w:rsid w:val="005C080F"/>
    <w:rsid w:val="005C55E5"/>
    <w:rsid w:val="005C696A"/>
    <w:rsid w:val="005D7103"/>
    <w:rsid w:val="005E6E85"/>
    <w:rsid w:val="005F31D2"/>
    <w:rsid w:val="0061029B"/>
    <w:rsid w:val="00617230"/>
    <w:rsid w:val="00620EBB"/>
    <w:rsid w:val="00621CE1"/>
    <w:rsid w:val="006253E9"/>
    <w:rsid w:val="00627FC9"/>
    <w:rsid w:val="00647FA8"/>
    <w:rsid w:val="00650C5F"/>
    <w:rsid w:val="00654934"/>
    <w:rsid w:val="006620D9"/>
    <w:rsid w:val="00671958"/>
    <w:rsid w:val="00675843"/>
    <w:rsid w:val="0068080C"/>
    <w:rsid w:val="006943BB"/>
    <w:rsid w:val="00696477"/>
    <w:rsid w:val="006A1626"/>
    <w:rsid w:val="006D050F"/>
    <w:rsid w:val="006D6139"/>
    <w:rsid w:val="006E5D65"/>
    <w:rsid w:val="006F1282"/>
    <w:rsid w:val="006F1FBC"/>
    <w:rsid w:val="006F31E2"/>
    <w:rsid w:val="006F6499"/>
    <w:rsid w:val="00706544"/>
    <w:rsid w:val="007072BA"/>
    <w:rsid w:val="0071620A"/>
    <w:rsid w:val="00724677"/>
    <w:rsid w:val="00725459"/>
    <w:rsid w:val="007327BD"/>
    <w:rsid w:val="007330F8"/>
    <w:rsid w:val="00734608"/>
    <w:rsid w:val="00745302"/>
    <w:rsid w:val="007461D6"/>
    <w:rsid w:val="00746EC8"/>
    <w:rsid w:val="00753E20"/>
    <w:rsid w:val="00763BF1"/>
    <w:rsid w:val="00766FD4"/>
    <w:rsid w:val="0078168C"/>
    <w:rsid w:val="00787C2A"/>
    <w:rsid w:val="00790E27"/>
    <w:rsid w:val="007A4022"/>
    <w:rsid w:val="007A6E6E"/>
    <w:rsid w:val="007C3299"/>
    <w:rsid w:val="007C3991"/>
    <w:rsid w:val="007C3BCC"/>
    <w:rsid w:val="007C4546"/>
    <w:rsid w:val="007D6E56"/>
    <w:rsid w:val="007F1652"/>
    <w:rsid w:val="007F4155"/>
    <w:rsid w:val="0081554D"/>
    <w:rsid w:val="0081707E"/>
    <w:rsid w:val="00821C2E"/>
    <w:rsid w:val="00822AF9"/>
    <w:rsid w:val="008449B3"/>
    <w:rsid w:val="00855A4D"/>
    <w:rsid w:val="0085747A"/>
    <w:rsid w:val="00866F14"/>
    <w:rsid w:val="00882454"/>
    <w:rsid w:val="00884922"/>
    <w:rsid w:val="00885F64"/>
    <w:rsid w:val="008917F9"/>
    <w:rsid w:val="008A45F7"/>
    <w:rsid w:val="008B7B65"/>
    <w:rsid w:val="008C0CC0"/>
    <w:rsid w:val="008C19A9"/>
    <w:rsid w:val="008C379D"/>
    <w:rsid w:val="008C5147"/>
    <w:rsid w:val="008C5359"/>
    <w:rsid w:val="008C5363"/>
    <w:rsid w:val="008D3DFB"/>
    <w:rsid w:val="008D495C"/>
    <w:rsid w:val="008E64F4"/>
    <w:rsid w:val="008F12C9"/>
    <w:rsid w:val="008F6E29"/>
    <w:rsid w:val="00916188"/>
    <w:rsid w:val="00923D7D"/>
    <w:rsid w:val="00946564"/>
    <w:rsid w:val="009508DF"/>
    <w:rsid w:val="00950DAC"/>
    <w:rsid w:val="00954A07"/>
    <w:rsid w:val="009639D8"/>
    <w:rsid w:val="00976236"/>
    <w:rsid w:val="00993E34"/>
    <w:rsid w:val="00997F14"/>
    <w:rsid w:val="009A5782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0C44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1571"/>
    <w:rsid w:val="00A84C85"/>
    <w:rsid w:val="00A9473B"/>
    <w:rsid w:val="00A97DE1"/>
    <w:rsid w:val="00AB053C"/>
    <w:rsid w:val="00AD1146"/>
    <w:rsid w:val="00AD27D3"/>
    <w:rsid w:val="00AD3465"/>
    <w:rsid w:val="00AD66D6"/>
    <w:rsid w:val="00AE03D8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663E"/>
    <w:rsid w:val="00B607DB"/>
    <w:rsid w:val="00B65534"/>
    <w:rsid w:val="00B66529"/>
    <w:rsid w:val="00B71899"/>
    <w:rsid w:val="00B75946"/>
    <w:rsid w:val="00B803CC"/>
    <w:rsid w:val="00B8056E"/>
    <w:rsid w:val="00B819C8"/>
    <w:rsid w:val="00B82308"/>
    <w:rsid w:val="00B90885"/>
    <w:rsid w:val="00BB520A"/>
    <w:rsid w:val="00BB725A"/>
    <w:rsid w:val="00BC0BBB"/>
    <w:rsid w:val="00BD3869"/>
    <w:rsid w:val="00BD66E9"/>
    <w:rsid w:val="00BD6FF4"/>
    <w:rsid w:val="00BF1F9B"/>
    <w:rsid w:val="00BF2C41"/>
    <w:rsid w:val="00C058B4"/>
    <w:rsid w:val="00C05F44"/>
    <w:rsid w:val="00C12ECE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1BEF"/>
    <w:rsid w:val="00C766DF"/>
    <w:rsid w:val="00C93F77"/>
    <w:rsid w:val="00C94B98"/>
    <w:rsid w:val="00CA2B96"/>
    <w:rsid w:val="00CA5089"/>
    <w:rsid w:val="00CB42CB"/>
    <w:rsid w:val="00CD00C5"/>
    <w:rsid w:val="00CD6897"/>
    <w:rsid w:val="00CE5BAC"/>
    <w:rsid w:val="00CF25BE"/>
    <w:rsid w:val="00CF78ED"/>
    <w:rsid w:val="00D016C2"/>
    <w:rsid w:val="00D02B25"/>
    <w:rsid w:val="00D02EBA"/>
    <w:rsid w:val="00D1643D"/>
    <w:rsid w:val="00D17C3C"/>
    <w:rsid w:val="00D26B2C"/>
    <w:rsid w:val="00D352C9"/>
    <w:rsid w:val="00D36D1B"/>
    <w:rsid w:val="00D41F12"/>
    <w:rsid w:val="00D425B2"/>
    <w:rsid w:val="00D428D6"/>
    <w:rsid w:val="00D47B14"/>
    <w:rsid w:val="00D533E7"/>
    <w:rsid w:val="00D552B2"/>
    <w:rsid w:val="00D608D1"/>
    <w:rsid w:val="00D617AC"/>
    <w:rsid w:val="00D74119"/>
    <w:rsid w:val="00D74AFC"/>
    <w:rsid w:val="00D74EDF"/>
    <w:rsid w:val="00D75C97"/>
    <w:rsid w:val="00D8075B"/>
    <w:rsid w:val="00D8678B"/>
    <w:rsid w:val="00DA2114"/>
    <w:rsid w:val="00DA34C9"/>
    <w:rsid w:val="00DB3880"/>
    <w:rsid w:val="00DB6DDE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0173"/>
    <w:rsid w:val="00E364A5"/>
    <w:rsid w:val="00E51E44"/>
    <w:rsid w:val="00E57440"/>
    <w:rsid w:val="00E63348"/>
    <w:rsid w:val="00E77E88"/>
    <w:rsid w:val="00E8107D"/>
    <w:rsid w:val="00E91247"/>
    <w:rsid w:val="00E960BB"/>
    <w:rsid w:val="00EA2074"/>
    <w:rsid w:val="00EA311D"/>
    <w:rsid w:val="00EA4832"/>
    <w:rsid w:val="00EA4E9D"/>
    <w:rsid w:val="00EC4899"/>
    <w:rsid w:val="00ED03AB"/>
    <w:rsid w:val="00ED32D2"/>
    <w:rsid w:val="00EE32DE"/>
    <w:rsid w:val="00EE5457"/>
    <w:rsid w:val="00F070AB"/>
    <w:rsid w:val="00F16AC6"/>
    <w:rsid w:val="00F17567"/>
    <w:rsid w:val="00F27A7B"/>
    <w:rsid w:val="00F526AF"/>
    <w:rsid w:val="00F567C9"/>
    <w:rsid w:val="00F609B6"/>
    <w:rsid w:val="00F617C3"/>
    <w:rsid w:val="00F7066B"/>
    <w:rsid w:val="00F76C26"/>
    <w:rsid w:val="00F83B28"/>
    <w:rsid w:val="00FA46E5"/>
    <w:rsid w:val="00FB7DBA"/>
    <w:rsid w:val="00FC1C25"/>
    <w:rsid w:val="00FC3F45"/>
    <w:rsid w:val="00FD503F"/>
    <w:rsid w:val="00FD7589"/>
    <w:rsid w:val="00FE1F55"/>
    <w:rsid w:val="00FE74BC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591F3"/>
  <w15:docId w15:val="{923DFD55-986C-49AC-9F6F-4BEC992A0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6F14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Nagwek1">
    <w:name w:val="heading 1"/>
    <w:basedOn w:val="Normalny"/>
    <w:link w:val="Nagwek1Znak"/>
    <w:uiPriority w:val="9"/>
    <w:qFormat/>
    <w:rsid w:val="00524F2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  <w:lang w:eastAsia="en-US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  <w:lang w:eastAsia="en-US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rFonts w:ascii="Calibri" w:eastAsia="Calibri" w:hAnsi="Calibri" w:cs="Times New Roman"/>
      <w:lang w:eastAsia="en-US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A162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A1626"/>
    <w:rPr>
      <w:rFonts w:asciiTheme="minorHAnsi" w:eastAsiaTheme="minorEastAsia" w:hAnsiTheme="minorHAnsi" w:cstheme="minorBidi"/>
      <w:sz w:val="22"/>
      <w:szCs w:val="22"/>
    </w:rPr>
  </w:style>
  <w:style w:type="character" w:customStyle="1" w:styleId="Nagwek1Znak">
    <w:name w:val="Nagłówek 1 Znak"/>
    <w:basedOn w:val="Domylnaczcionkaakapitu"/>
    <w:link w:val="Nagwek1"/>
    <w:uiPriority w:val="9"/>
    <w:rsid w:val="00524F2B"/>
    <w:rPr>
      <w:rFonts w:eastAsia="Times New Roman"/>
      <w:b/>
      <w:bCs/>
      <w:kern w:val="36"/>
      <w:sz w:val="48"/>
      <w:szCs w:val="48"/>
    </w:rPr>
  </w:style>
  <w:style w:type="character" w:customStyle="1" w:styleId="price-historylabel">
    <w:name w:val="price-history__label"/>
    <w:basedOn w:val="Domylnaczcionkaakapitu"/>
    <w:rsid w:val="00524F2B"/>
  </w:style>
  <w:style w:type="character" w:customStyle="1" w:styleId="context-help">
    <w:name w:val="context-help"/>
    <w:basedOn w:val="Domylnaczcionkaakapitu"/>
    <w:rsid w:val="00524F2B"/>
  </w:style>
  <w:style w:type="paragraph" w:styleId="Spistreci2">
    <w:name w:val="toc 2"/>
    <w:basedOn w:val="Normalny"/>
    <w:next w:val="Normalny"/>
    <w:autoRedefine/>
    <w:uiPriority w:val="39"/>
    <w:unhideWhenUsed/>
    <w:rsid w:val="00524F2B"/>
    <w:pPr>
      <w:numPr>
        <w:numId w:val="5"/>
      </w:numPr>
      <w:tabs>
        <w:tab w:val="right" w:leader="dot" w:pos="9062"/>
      </w:tabs>
      <w:spacing w:after="0"/>
    </w:pPr>
    <w:rPr>
      <w:rFonts w:ascii="Times New Roman" w:eastAsiaTheme="minorHAnsi" w:hAnsi="Times New Roman" w:cs="Times New Roman"/>
      <w:i/>
      <w:smallCaps/>
      <w:noProof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05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09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103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9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133035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54042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3E7EB"/>
                        <w:left w:val="single" w:sz="6" w:space="0" w:color="E3E7EB"/>
                        <w:bottom w:val="single" w:sz="6" w:space="0" w:color="E3E7EB"/>
                        <w:right w:val="single" w:sz="6" w:space="0" w:color="E3E7EB"/>
                      </w:divBdr>
                    </w:div>
                  </w:divsChild>
                </w:div>
              </w:divsChild>
            </w:div>
            <w:div w:id="2130931141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56C2A6-B90F-4E2D-ACF7-247FEC574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42</TotalTime>
  <Pages>7</Pages>
  <Words>1365</Words>
  <Characters>8196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Danuta Ochojska</cp:lastModifiedBy>
  <cp:revision>16</cp:revision>
  <cp:lastPrinted>2019-12-06T08:23:00Z</cp:lastPrinted>
  <dcterms:created xsi:type="dcterms:W3CDTF">2019-11-20T16:57:00Z</dcterms:created>
  <dcterms:modified xsi:type="dcterms:W3CDTF">2022-05-30T17:53:00Z</dcterms:modified>
</cp:coreProperties>
</file>